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03"/>
        <w:gridCol w:w="3332"/>
        <w:gridCol w:w="4963"/>
      </w:tblGrid>
      <w:tr w:rsidR="00757AC7" w:rsidRPr="00B0544D" w14:paraId="73D221A4" w14:textId="77777777" w:rsidTr="0035358D">
        <w:tc>
          <w:tcPr>
            <w:tcW w:w="1203" w:type="dxa"/>
          </w:tcPr>
          <w:p w14:paraId="486C8E60" w14:textId="77777777" w:rsidR="00757AC7" w:rsidRPr="000777C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3332" w:type="dxa"/>
          </w:tcPr>
          <w:p w14:paraId="079EE47A" w14:textId="77777777" w:rsidR="00757AC7" w:rsidRPr="000777C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4963" w:type="dxa"/>
          </w:tcPr>
          <w:p w14:paraId="75AFC980" w14:textId="77777777" w:rsidR="00757AC7" w:rsidRPr="000777C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777C2" w14:paraId="1D730AA5" w14:textId="77777777" w:rsidTr="0035358D">
        <w:tc>
          <w:tcPr>
            <w:tcW w:w="1203" w:type="dxa"/>
            <w:hideMark/>
          </w:tcPr>
          <w:p w14:paraId="5F619161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28170350</w:t>
            </w:r>
          </w:p>
        </w:tc>
        <w:tc>
          <w:tcPr>
            <w:tcW w:w="3332" w:type="dxa"/>
            <w:hideMark/>
          </w:tcPr>
          <w:p w14:paraId="3D13195E" w14:textId="28A08910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Dispositivo in cassetta predisposto per la contabilizzazione riscaldamento/raffrescamento con collettore di distribuzione da 1" a 2 vie </w:t>
            </w:r>
          </w:p>
        </w:tc>
        <w:tc>
          <w:tcPr>
            <w:tcW w:w="4963" w:type="dxa"/>
          </w:tcPr>
          <w:p w14:paraId="20C110E7" w14:textId="3390ECC3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</w:t>
            </w:r>
            <w:r w:rsidR="00C7445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777C2">
              <w:rPr>
                <w:rFonts w:ascii="Poppins" w:hAnsi="Poppins" w:cs="Poppins"/>
                <w:bCs/>
                <w:sz w:val="20"/>
              </w:rPr>
              <w:t>raffrescamento) per singola unità immobiliare, completo di collettori mandata -  ritorno da 1” a 2 vie, assemblato in cassetta metallica Metalbox Plus zincata da 700 mm per incasso in muratura, con cornice e sportello smaltati di colore bianco, e dotata di serratura a chiave.</w:t>
            </w:r>
          </w:p>
          <w:p w14:paraId="29B23B05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8F0522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4AC4CCC8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7AF0EFEA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0830ED5B" w14:textId="36C8FFBF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580E6D96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3C8EEFCE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59C34C01" w14:textId="4D3F378E" w:rsidR="000777C2" w:rsidRPr="00807153" w:rsidRDefault="000777C2" w:rsidP="00807153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2 vie dotati di valvole e detentori</w:t>
            </w:r>
          </w:p>
          <w:p w14:paraId="34479CF4" w14:textId="4D2DD4DE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3A5D0745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DECB89C" w14:textId="5F2D6C0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2 vie o equivalente.</w:t>
            </w:r>
          </w:p>
        </w:tc>
      </w:tr>
      <w:tr w:rsidR="000777C2" w14:paraId="664A33FD" w14:textId="77777777" w:rsidTr="0035358D">
        <w:tc>
          <w:tcPr>
            <w:tcW w:w="1203" w:type="dxa"/>
            <w:hideMark/>
          </w:tcPr>
          <w:p w14:paraId="616C2AD7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28170352</w:t>
            </w:r>
          </w:p>
        </w:tc>
        <w:tc>
          <w:tcPr>
            <w:tcW w:w="3332" w:type="dxa"/>
            <w:hideMark/>
          </w:tcPr>
          <w:p w14:paraId="0DB45E37" w14:textId="7F9CA20A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3 vie</w:t>
            </w:r>
          </w:p>
        </w:tc>
        <w:tc>
          <w:tcPr>
            <w:tcW w:w="4963" w:type="dxa"/>
          </w:tcPr>
          <w:p w14:paraId="5B8F0ADE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3 vie, assemblato in cassetta metallica Metalbox Plus zincata da 850 mm per incasso in muratura, con cornice e sportello smaltati di colore bianco, e dotata di serratura a chiave.</w:t>
            </w:r>
          </w:p>
          <w:p w14:paraId="19A0CAE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94DB1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11A676D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3A29323A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Filtro raccogli impurità DN 20</w:t>
            </w:r>
          </w:p>
          <w:p w14:paraId="5978B00A" w14:textId="2D87E78A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060648BA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3A20B9E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777310EF" w14:textId="048B2264" w:rsidR="000777C2" w:rsidRPr="00692332" w:rsidRDefault="000777C2" w:rsidP="0069233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3 vie dotati di valvole e detentori</w:t>
            </w:r>
          </w:p>
          <w:p w14:paraId="145D8FCC" w14:textId="563B441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6462390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732E364" w14:textId="0CFED4C6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3 vie o equivalente.</w:t>
            </w:r>
          </w:p>
        </w:tc>
      </w:tr>
      <w:tr w:rsidR="000777C2" w14:paraId="507BB531" w14:textId="77777777" w:rsidTr="0035358D">
        <w:tc>
          <w:tcPr>
            <w:tcW w:w="1203" w:type="dxa"/>
            <w:hideMark/>
          </w:tcPr>
          <w:p w14:paraId="47B967B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28170354</w:t>
            </w:r>
          </w:p>
        </w:tc>
        <w:tc>
          <w:tcPr>
            <w:tcW w:w="3332" w:type="dxa"/>
            <w:hideMark/>
          </w:tcPr>
          <w:p w14:paraId="2ECDE760" w14:textId="1806E120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4 vie</w:t>
            </w:r>
          </w:p>
        </w:tc>
        <w:tc>
          <w:tcPr>
            <w:tcW w:w="4963" w:type="dxa"/>
          </w:tcPr>
          <w:p w14:paraId="2C32115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4 vie, assemblato in cassetta metallica Metalbox Plus zincata da 850 mm per incasso in muratura, con cornice e sportello smaltati di colore bianco, e dotata di serratura a chiave.</w:t>
            </w:r>
          </w:p>
          <w:p w14:paraId="17CEEFD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D3293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57E24D8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1FC5D0D9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02E9D846" w14:textId="7CFCAB83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601A94D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6CC409D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316E4A17" w14:textId="66F0A36C" w:rsidR="000777C2" w:rsidRPr="00692332" w:rsidRDefault="000777C2" w:rsidP="0069233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4 vie dotati di valvole e detentori</w:t>
            </w:r>
          </w:p>
          <w:p w14:paraId="6F1D11A5" w14:textId="43F0C6FD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493AD71C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5B23DC" w14:textId="43158132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4 vie o equivalente.</w:t>
            </w:r>
          </w:p>
        </w:tc>
      </w:tr>
      <w:tr w:rsidR="000777C2" w14:paraId="462E1AD1" w14:textId="77777777" w:rsidTr="0035358D">
        <w:tc>
          <w:tcPr>
            <w:tcW w:w="1203" w:type="dxa"/>
            <w:hideMark/>
          </w:tcPr>
          <w:p w14:paraId="34E305D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28170356</w:t>
            </w:r>
          </w:p>
        </w:tc>
        <w:tc>
          <w:tcPr>
            <w:tcW w:w="3332" w:type="dxa"/>
            <w:hideMark/>
          </w:tcPr>
          <w:p w14:paraId="04632E26" w14:textId="117F25C5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5 vie</w:t>
            </w:r>
          </w:p>
        </w:tc>
        <w:tc>
          <w:tcPr>
            <w:tcW w:w="4963" w:type="dxa"/>
          </w:tcPr>
          <w:p w14:paraId="6BEE07A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5 vie, assemblato in cassetta metallica Metalbox Plus zincata da 850 mm per incasso in muratura, con cornice e sportello smaltati di colore bianco, e dotata di serratura a chiave.</w:t>
            </w:r>
          </w:p>
          <w:p w14:paraId="25A84CB7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93C10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7361EEE1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0F1621CE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5F1B9D3F" w14:textId="6115E69E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416C69AE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71F1259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3F59F9CB" w14:textId="6857B064" w:rsidR="000777C2" w:rsidRPr="00692332" w:rsidRDefault="000777C2" w:rsidP="0069233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5 vie dotati di valvole e detentori</w:t>
            </w:r>
          </w:p>
          <w:p w14:paraId="79D0BE7A" w14:textId="5E2C861C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5828577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AF4D1D" w14:textId="3EE3446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5 vie o equivalente.</w:t>
            </w:r>
          </w:p>
        </w:tc>
      </w:tr>
      <w:tr w:rsidR="000777C2" w14:paraId="5B005A4E" w14:textId="77777777" w:rsidTr="0035358D">
        <w:tc>
          <w:tcPr>
            <w:tcW w:w="1203" w:type="dxa"/>
            <w:hideMark/>
          </w:tcPr>
          <w:p w14:paraId="71C7902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28170358</w:t>
            </w:r>
          </w:p>
        </w:tc>
        <w:tc>
          <w:tcPr>
            <w:tcW w:w="3332" w:type="dxa"/>
            <w:hideMark/>
          </w:tcPr>
          <w:p w14:paraId="0FF1116A" w14:textId="4418F4F3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6 vie</w:t>
            </w:r>
          </w:p>
        </w:tc>
        <w:tc>
          <w:tcPr>
            <w:tcW w:w="4963" w:type="dxa"/>
          </w:tcPr>
          <w:p w14:paraId="2E35D7A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6 vie, assemblato in cassetta metallica Metalbox Plus zincata da 1000 mm per incasso in muratura, con cornice e sportello smaltati di colore bianco, e dotata di serratura a chiave.</w:t>
            </w:r>
          </w:p>
          <w:p w14:paraId="629F6B8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ECDA8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5189627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1E941447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31DAAA7B" w14:textId="56DC8C34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Rubinetti carico/scarico</w:t>
            </w:r>
          </w:p>
          <w:p w14:paraId="2CCAFD7D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026B5ED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0CF09CF1" w14:textId="4D36742C" w:rsidR="000777C2" w:rsidRPr="00E71452" w:rsidRDefault="000777C2" w:rsidP="00E7145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6 vie dotati di valvole e detentori</w:t>
            </w:r>
          </w:p>
          <w:p w14:paraId="05C184F9" w14:textId="7C114AE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6C16F981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6EBAC8" w14:textId="7BE98446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6 vie o equivalente.</w:t>
            </w:r>
          </w:p>
        </w:tc>
      </w:tr>
      <w:tr w:rsidR="000777C2" w14:paraId="44A13FCA" w14:textId="77777777" w:rsidTr="0035358D">
        <w:tc>
          <w:tcPr>
            <w:tcW w:w="1203" w:type="dxa"/>
            <w:hideMark/>
          </w:tcPr>
          <w:p w14:paraId="37953F6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28170360</w:t>
            </w:r>
          </w:p>
        </w:tc>
        <w:tc>
          <w:tcPr>
            <w:tcW w:w="3332" w:type="dxa"/>
            <w:hideMark/>
          </w:tcPr>
          <w:p w14:paraId="73ADF675" w14:textId="36D84378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7 vie</w:t>
            </w:r>
          </w:p>
        </w:tc>
        <w:tc>
          <w:tcPr>
            <w:tcW w:w="4963" w:type="dxa"/>
          </w:tcPr>
          <w:p w14:paraId="73D4CE8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7 vie, assemblato in cassetta metallica Metalbox Plus zincata da 1000 mm per incasso in muratura, con cornice e sportello smaltati di colore bianco, e dotata di serratura a chiave.</w:t>
            </w:r>
          </w:p>
          <w:p w14:paraId="4603093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D84B76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677BD38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146E295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61341BBC" w14:textId="657431A6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2718D92F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F50AA66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021EA850" w14:textId="15F2F9CA" w:rsidR="000777C2" w:rsidRPr="00E71452" w:rsidRDefault="000777C2" w:rsidP="00E7145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7 vie dotati di valvole e detentori</w:t>
            </w:r>
          </w:p>
          <w:p w14:paraId="6D2BB311" w14:textId="2FF893D1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4081814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483836" w14:textId="0D2D1386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7 vie o equivalente.</w:t>
            </w:r>
          </w:p>
        </w:tc>
      </w:tr>
      <w:tr w:rsidR="000777C2" w14:paraId="7443A71C" w14:textId="77777777" w:rsidTr="0035358D">
        <w:tc>
          <w:tcPr>
            <w:tcW w:w="1203" w:type="dxa"/>
            <w:hideMark/>
          </w:tcPr>
          <w:p w14:paraId="79190FD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28170362</w:t>
            </w:r>
          </w:p>
        </w:tc>
        <w:tc>
          <w:tcPr>
            <w:tcW w:w="3332" w:type="dxa"/>
            <w:hideMark/>
          </w:tcPr>
          <w:p w14:paraId="51823ED7" w14:textId="468AEEE5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8 vie</w:t>
            </w:r>
          </w:p>
        </w:tc>
        <w:tc>
          <w:tcPr>
            <w:tcW w:w="4963" w:type="dxa"/>
          </w:tcPr>
          <w:p w14:paraId="0CB1A8B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8 vie, assemblato in cassetta metallica Metalbox Plus zincata da 1000 mm per incasso in muratura, con cornice e sportello smaltati di colore bianco, e dotata di serratura a chiave.</w:t>
            </w:r>
          </w:p>
          <w:p w14:paraId="16A2D39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9D2B6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4B9670BF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65702BE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1B51E317" w14:textId="0480E59A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2F81A17A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1B1CA109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12462056" w14:textId="6BC33F7A" w:rsidR="000777C2" w:rsidRPr="00772804" w:rsidRDefault="000777C2" w:rsidP="00772804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8 vie dotati di valvole e detentori</w:t>
            </w:r>
          </w:p>
          <w:p w14:paraId="27533479" w14:textId="51B0DA09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3E10C665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497F2A0" w14:textId="0FE8F506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8 vie o equivalente.</w:t>
            </w:r>
          </w:p>
        </w:tc>
      </w:tr>
      <w:tr w:rsidR="000777C2" w14:paraId="1C075DC2" w14:textId="77777777" w:rsidTr="0035358D">
        <w:tc>
          <w:tcPr>
            <w:tcW w:w="1203" w:type="dxa"/>
            <w:hideMark/>
          </w:tcPr>
          <w:p w14:paraId="626EC5D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28170364</w:t>
            </w:r>
          </w:p>
        </w:tc>
        <w:tc>
          <w:tcPr>
            <w:tcW w:w="3332" w:type="dxa"/>
            <w:hideMark/>
          </w:tcPr>
          <w:p w14:paraId="4EA8E63B" w14:textId="317B445A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9 vie</w:t>
            </w:r>
          </w:p>
        </w:tc>
        <w:tc>
          <w:tcPr>
            <w:tcW w:w="4963" w:type="dxa"/>
          </w:tcPr>
          <w:p w14:paraId="40953B74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9 vie, assemblato in cassetta metallica Metalbox Plus zincata da 1200 mm per incasso in muratura, con cornice e sportello smaltati di colore bianco, e dotata di serratura a chiave.</w:t>
            </w:r>
          </w:p>
          <w:p w14:paraId="381698B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5ECD06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79042DA0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30573907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1D339C95" w14:textId="4735E633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Rubinetti carico/scarico</w:t>
            </w:r>
          </w:p>
          <w:p w14:paraId="600ACE34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1995851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72480D9B" w14:textId="6BC1406D" w:rsidR="000777C2" w:rsidRPr="00772804" w:rsidRDefault="000777C2" w:rsidP="00772804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9 vie dotati di valvole e detentori</w:t>
            </w:r>
          </w:p>
          <w:p w14:paraId="513EF53C" w14:textId="1095A8B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7752D76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1FB8F5" w14:textId="22F9C3FB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9 vie o equivalente.</w:t>
            </w:r>
          </w:p>
        </w:tc>
      </w:tr>
      <w:tr w:rsidR="000777C2" w14:paraId="42A118B3" w14:textId="77777777" w:rsidTr="0035358D">
        <w:tc>
          <w:tcPr>
            <w:tcW w:w="1203" w:type="dxa"/>
            <w:hideMark/>
          </w:tcPr>
          <w:p w14:paraId="61A48B47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28170366</w:t>
            </w:r>
          </w:p>
        </w:tc>
        <w:tc>
          <w:tcPr>
            <w:tcW w:w="3332" w:type="dxa"/>
            <w:hideMark/>
          </w:tcPr>
          <w:p w14:paraId="00801EA7" w14:textId="328CC9DB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10 vie</w:t>
            </w:r>
          </w:p>
        </w:tc>
        <w:tc>
          <w:tcPr>
            <w:tcW w:w="4963" w:type="dxa"/>
          </w:tcPr>
          <w:p w14:paraId="4E24A9C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10 vie, assemblato in cassetta metallica Metalbox Plus zincata da 1200 mm per incasso in muratura, con cornice e sportello smaltati di colore bianco, e dotata di serratura a chiave.</w:t>
            </w:r>
          </w:p>
          <w:p w14:paraId="6F934C6E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0E8024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5FAC7AC4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76EE9FA5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3B6F7E91" w14:textId="5BFDEEC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3F5763CE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169CBB97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355BF953" w14:textId="292B8D69" w:rsidR="000777C2" w:rsidRPr="00772804" w:rsidRDefault="000777C2" w:rsidP="00772804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10 vie dotati di valvole e detentori</w:t>
            </w:r>
          </w:p>
          <w:p w14:paraId="2478A239" w14:textId="7880BC33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42F4199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87324A" w14:textId="7D8ED202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10 vie o equivalente.</w:t>
            </w:r>
          </w:p>
        </w:tc>
      </w:tr>
      <w:tr w:rsidR="000777C2" w14:paraId="62EBE246" w14:textId="77777777" w:rsidTr="0035358D">
        <w:tc>
          <w:tcPr>
            <w:tcW w:w="1203" w:type="dxa"/>
            <w:hideMark/>
          </w:tcPr>
          <w:p w14:paraId="393D605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28170368</w:t>
            </w:r>
          </w:p>
        </w:tc>
        <w:tc>
          <w:tcPr>
            <w:tcW w:w="3332" w:type="dxa"/>
            <w:hideMark/>
          </w:tcPr>
          <w:p w14:paraId="02A6F215" w14:textId="3BE119FF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11 vie</w:t>
            </w:r>
          </w:p>
        </w:tc>
        <w:tc>
          <w:tcPr>
            <w:tcW w:w="4963" w:type="dxa"/>
          </w:tcPr>
          <w:p w14:paraId="59A1D3B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11 vie, assemblato in cassetta metallica Metalbox Plus zincata da 1200 mm per incasso in muratura, con cornice e sportello smaltati di colore bianco, e dotata di serratura a chiave.</w:t>
            </w:r>
          </w:p>
          <w:p w14:paraId="3044D7C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1696C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69A42870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59B03517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57F19C7B" w14:textId="72C1E069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Rubinetti carico/scarico</w:t>
            </w:r>
          </w:p>
          <w:p w14:paraId="6B0CEE7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6A24B4D3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53C631AA" w14:textId="3EC0E8FA" w:rsidR="000777C2" w:rsidRPr="00BC1085" w:rsidRDefault="000777C2" w:rsidP="00BC108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11 vie dotati di valvole e detentori</w:t>
            </w:r>
          </w:p>
          <w:p w14:paraId="756C1F18" w14:textId="483E252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4FF1E1D7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71D458" w14:textId="6E20883E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11 vie o equivalente.</w:t>
            </w:r>
          </w:p>
        </w:tc>
      </w:tr>
      <w:tr w:rsidR="000777C2" w14:paraId="5C20C853" w14:textId="77777777" w:rsidTr="0035358D">
        <w:tc>
          <w:tcPr>
            <w:tcW w:w="1203" w:type="dxa"/>
            <w:hideMark/>
          </w:tcPr>
          <w:p w14:paraId="0E547B0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28170370</w:t>
            </w:r>
          </w:p>
        </w:tc>
        <w:tc>
          <w:tcPr>
            <w:tcW w:w="3332" w:type="dxa"/>
            <w:hideMark/>
          </w:tcPr>
          <w:p w14:paraId="59FFE4ED" w14:textId="3BAD916B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con collettore di distribuzione da 1" a 12 vie</w:t>
            </w:r>
          </w:p>
        </w:tc>
        <w:tc>
          <w:tcPr>
            <w:tcW w:w="4963" w:type="dxa"/>
          </w:tcPr>
          <w:p w14:paraId="48FE32D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per singola unità immobiliare, completo di collettori mandata -  ritorno da 1” a 12 vie, assemblato in cassetta metallica Metalbox Plus zincata da 1200 mm per incasso in muratura, con cornice e sportello smaltati di colore bianco, e dotata di serratura a chiave.</w:t>
            </w:r>
          </w:p>
          <w:p w14:paraId="5AF1144E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A4E8F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6A8B77B8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DN 20 a 4 vie con passaggio di by-pass azionata da servomotore alimentato a 230 Vac, 50 Hz</w:t>
            </w:r>
          </w:p>
          <w:p w14:paraId="037CBC11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63479311" w14:textId="0CBC3964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Rubinetti carico/scarico</w:t>
            </w:r>
          </w:p>
          <w:p w14:paraId="4BE1EA89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34EF712C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bocchettone</w:t>
            </w:r>
          </w:p>
          <w:p w14:paraId="7780CC91" w14:textId="19E4C09D" w:rsidR="000777C2" w:rsidRPr="00BC1085" w:rsidRDefault="000777C2" w:rsidP="00BC108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manda e ritorno da 1” a 12 vie dotati di valvole e detentori</w:t>
            </w:r>
          </w:p>
          <w:p w14:paraId="2334C25A" w14:textId="4B670C3B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3A10AAEC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C79EA5D" w14:textId="2646966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con collettore di distribuzione da 1" a 12 vie o equivalente.</w:t>
            </w:r>
          </w:p>
        </w:tc>
      </w:tr>
      <w:tr w:rsidR="000777C2" w14:paraId="6C6DB58D" w14:textId="77777777" w:rsidTr="0035358D">
        <w:tc>
          <w:tcPr>
            <w:tcW w:w="1203" w:type="dxa"/>
            <w:hideMark/>
          </w:tcPr>
          <w:p w14:paraId="70B2107C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28170450</w:t>
            </w:r>
          </w:p>
        </w:tc>
        <w:tc>
          <w:tcPr>
            <w:tcW w:w="3332" w:type="dxa"/>
            <w:hideMark/>
          </w:tcPr>
          <w:p w14:paraId="7A2F5A4E" w14:textId="5692E9CC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2 vie</w:t>
            </w:r>
          </w:p>
        </w:tc>
        <w:tc>
          <w:tcPr>
            <w:tcW w:w="4963" w:type="dxa"/>
          </w:tcPr>
          <w:p w14:paraId="05A86CE2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2 vie, assemblato in cassetta metallica Metalbox Plus zincata da 700 mm per incasso in muratura, con cornice e sportello smaltati di colore bianco, e dotata di serratura a chiave.</w:t>
            </w:r>
          </w:p>
          <w:p w14:paraId="2965C80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9A9E2A" w14:textId="1FDE1389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1AB2B07D" w14:textId="6239BAC4" w:rsidR="000777C2" w:rsidRPr="000777C2" w:rsidRDefault="000777C2" w:rsidP="00C7445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54296F38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549C9FF1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17B0D046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7532BA3C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361F8177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00933DF6" w14:textId="1F5556B9" w:rsidR="000777C2" w:rsidRPr="00C7445A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2 vie</w:t>
            </w:r>
          </w:p>
          <w:p w14:paraId="0071F952" w14:textId="6002FE3F" w:rsidR="000777C2" w:rsidRPr="000777C2" w:rsidRDefault="000777C2" w:rsidP="00C7445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C7445A">
              <w:rPr>
                <w:rFonts w:ascii="Poppins" w:hAnsi="Poppins" w:cs="Poppins"/>
                <w:bCs/>
                <w:sz w:val="20"/>
              </w:rPr>
              <w:t xml:space="preserve">Il dispositivo è predisposto per l’installazione di misuratore di energia </w:t>
            </w:r>
            <w:r w:rsidRPr="00C7445A">
              <w:rPr>
                <w:rFonts w:ascii="Poppins" w:hAnsi="Poppins" w:cs="Poppins"/>
                <w:bCs/>
                <w:sz w:val="20"/>
              </w:rPr>
              <w:lastRenderedPageBreak/>
              <w:t>termica da DN 15, a lettura diretta o con trasmissione dati</w:t>
            </w:r>
            <w:r w:rsidR="00C7445A" w:rsidRPr="00C7445A">
              <w:rPr>
                <w:rFonts w:ascii="Poppins" w:hAnsi="Poppins" w:cs="Poppins"/>
                <w:bCs/>
                <w:sz w:val="20"/>
              </w:rPr>
              <w:t>.</w:t>
            </w:r>
          </w:p>
          <w:p w14:paraId="2F767407" w14:textId="0B1CEF8D" w:rsidR="000777C2" w:rsidRPr="000777C2" w:rsidRDefault="000777C2" w:rsidP="00C7445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6E4DF956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3A092FFE" w14:textId="47E2C05D" w:rsidR="000777C2" w:rsidRPr="00C7445A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0D82F759" w14:textId="009699C6" w:rsidR="000777C2" w:rsidRPr="000777C2" w:rsidRDefault="000777C2" w:rsidP="00C7445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Il dispositivo è predisposto per l’installazione di </w:t>
            </w:r>
            <w:bookmarkStart w:id="0" w:name="OLE_LINK4"/>
            <w:r w:rsidRPr="000777C2">
              <w:rPr>
                <w:rFonts w:ascii="Poppins" w:hAnsi="Poppins" w:cs="Poppins"/>
                <w:bCs/>
                <w:sz w:val="20"/>
              </w:rPr>
              <w:t xml:space="preserve">contatore </w:t>
            </w:r>
            <w:bookmarkEnd w:id="0"/>
            <w:r w:rsidRPr="000777C2">
              <w:rPr>
                <w:rFonts w:ascii="Poppins" w:hAnsi="Poppins" w:cs="Poppins"/>
                <w:bCs/>
                <w:sz w:val="20"/>
              </w:rPr>
              <w:t>volumetrico per acqua calda sanitaria e di un contatore volumetrico per acqua fredda sanitaria da DN 15, a lettura diretta o con trasmissione dati.</w:t>
            </w:r>
          </w:p>
          <w:p w14:paraId="7457BD2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500D80F" w14:textId="4B682D9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2 vie o equivalente.</w:t>
            </w:r>
          </w:p>
        </w:tc>
      </w:tr>
      <w:tr w:rsidR="000777C2" w14:paraId="5C37D073" w14:textId="77777777" w:rsidTr="0035358D">
        <w:tc>
          <w:tcPr>
            <w:tcW w:w="1203" w:type="dxa"/>
            <w:hideMark/>
          </w:tcPr>
          <w:p w14:paraId="47DAD6F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28170452</w:t>
            </w:r>
          </w:p>
        </w:tc>
        <w:tc>
          <w:tcPr>
            <w:tcW w:w="3332" w:type="dxa"/>
            <w:hideMark/>
          </w:tcPr>
          <w:p w14:paraId="31757535" w14:textId="7514688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3 vie</w:t>
            </w:r>
          </w:p>
        </w:tc>
        <w:tc>
          <w:tcPr>
            <w:tcW w:w="4963" w:type="dxa"/>
          </w:tcPr>
          <w:p w14:paraId="021E43EE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3 vie, assemblato in cassetta metallica Metalbox Plus zincata da 850 mm per incasso in muratura, con cornice e sportello smaltati di colore bianco, e dotata di serratura a chiave.</w:t>
            </w:r>
          </w:p>
          <w:p w14:paraId="5E20B47C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8168F8" w14:textId="6C8D9F5B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0BA4DB5F" w14:textId="42B02E1B" w:rsidR="000777C2" w:rsidRPr="000777C2" w:rsidRDefault="000777C2" w:rsidP="00C7445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4E8086EE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33C533E0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2F63E2EE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N° 2 coppie di valvole di intercettazione a sfera DN 20</w:t>
            </w:r>
          </w:p>
          <w:p w14:paraId="26059409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3F0CF35D" w14:textId="77777777" w:rsidR="000777C2" w:rsidRPr="000777C2" w:rsidRDefault="000777C2" w:rsidP="00C7445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49958F53" w14:textId="3DFF3F52" w:rsidR="000777C2" w:rsidRPr="00584387" w:rsidRDefault="000777C2" w:rsidP="0058438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3 vie</w:t>
            </w:r>
          </w:p>
          <w:p w14:paraId="176F1FFB" w14:textId="187B2318" w:rsidR="000777C2" w:rsidRPr="000777C2" w:rsidRDefault="000777C2" w:rsidP="0058438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584387">
              <w:rPr>
                <w:rFonts w:ascii="Poppins" w:hAnsi="Poppins" w:cs="Poppins"/>
                <w:bCs/>
                <w:sz w:val="20"/>
              </w:rPr>
              <w:t>.</w:t>
            </w:r>
          </w:p>
          <w:p w14:paraId="1D2AA27F" w14:textId="49860155" w:rsidR="000777C2" w:rsidRPr="000777C2" w:rsidRDefault="000777C2" w:rsidP="0058438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07A8B277" w14:textId="77777777" w:rsidR="000777C2" w:rsidRPr="000777C2" w:rsidRDefault="000777C2" w:rsidP="0058438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58AF2E0C" w14:textId="1DA4C042" w:rsidR="000777C2" w:rsidRPr="00584387" w:rsidRDefault="000777C2" w:rsidP="0058438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53866DE1" w14:textId="58D23FA4" w:rsidR="000777C2" w:rsidRPr="000777C2" w:rsidRDefault="000777C2" w:rsidP="0058438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673243A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5B361E" w14:textId="3772144E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3 vie o equivalente.</w:t>
            </w:r>
          </w:p>
        </w:tc>
      </w:tr>
      <w:tr w:rsidR="000777C2" w14:paraId="6EC85C40" w14:textId="77777777" w:rsidTr="0035358D">
        <w:tc>
          <w:tcPr>
            <w:tcW w:w="1203" w:type="dxa"/>
            <w:hideMark/>
          </w:tcPr>
          <w:p w14:paraId="6444A46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28170454</w:t>
            </w:r>
          </w:p>
        </w:tc>
        <w:tc>
          <w:tcPr>
            <w:tcW w:w="3332" w:type="dxa"/>
            <w:hideMark/>
          </w:tcPr>
          <w:p w14:paraId="38647224" w14:textId="576FF501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4 vie</w:t>
            </w:r>
          </w:p>
        </w:tc>
        <w:tc>
          <w:tcPr>
            <w:tcW w:w="4963" w:type="dxa"/>
          </w:tcPr>
          <w:p w14:paraId="007B9DAF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4 vie, assemblato in cassetta metallica Metalbox Plus zincata da 850 mm per incasso in muratura, con cornice e sportello smaltati di colore bianco, e dotata di serratura a chiave.</w:t>
            </w:r>
          </w:p>
          <w:p w14:paraId="215CE472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B4A0C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43892D47" w14:textId="432B93F1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Modulo di contabilizzazione per impianto di riscaldamento/condizionamento costituito da:</w:t>
            </w:r>
          </w:p>
          <w:p w14:paraId="009ACE5B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4DEB34DA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53576716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5B1A9EC4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2749B4FF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1FD9BD7A" w14:textId="7814A246" w:rsidR="000777C2" w:rsidRPr="00A63917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4 vie</w:t>
            </w:r>
          </w:p>
          <w:p w14:paraId="7F46BA39" w14:textId="72AB85B0" w:rsidR="000777C2" w:rsidRPr="000777C2" w:rsidRDefault="000777C2" w:rsidP="00A6391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A63917">
              <w:rPr>
                <w:rFonts w:ascii="Poppins" w:hAnsi="Poppins" w:cs="Poppins"/>
                <w:bCs/>
                <w:sz w:val="20"/>
              </w:rPr>
              <w:t>.</w:t>
            </w:r>
          </w:p>
          <w:p w14:paraId="0ED4D9C7" w14:textId="1C681733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16B36D94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7C7F88C6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2EC98C58" w14:textId="59F3CF68" w:rsidR="000777C2" w:rsidRPr="000777C2" w:rsidRDefault="000777C2" w:rsidP="00A6391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0519D627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3942E6" w14:textId="2AA8B2C1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4 vie o equivalente.</w:t>
            </w:r>
          </w:p>
        </w:tc>
      </w:tr>
      <w:tr w:rsidR="000777C2" w14:paraId="32D71FE5" w14:textId="77777777" w:rsidTr="0035358D">
        <w:tc>
          <w:tcPr>
            <w:tcW w:w="1203" w:type="dxa"/>
            <w:hideMark/>
          </w:tcPr>
          <w:p w14:paraId="1787F645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28170456</w:t>
            </w:r>
          </w:p>
        </w:tc>
        <w:tc>
          <w:tcPr>
            <w:tcW w:w="3332" w:type="dxa"/>
            <w:hideMark/>
          </w:tcPr>
          <w:p w14:paraId="55FF61A6" w14:textId="6AE9809A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Dispositivo in cassetta predisposto per la contabilizzazione riscaldamento/raffrescamento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ed acqua calda/fredda sanitaria con collettore di distribuzione da 1" a 5 vie</w:t>
            </w:r>
          </w:p>
        </w:tc>
        <w:tc>
          <w:tcPr>
            <w:tcW w:w="4963" w:type="dxa"/>
          </w:tcPr>
          <w:p w14:paraId="4151FA11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 xml:space="preserve">Dispositivo di contabilizzazione dei consumi di energia termica (riscaldamento/ raffrescamento) e di acqua sanitaria centralizzata per singola unità immobiliare,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completo di collettori mandata -  ritorno da 1” a 5 vie, assemblato in cassetta metallica Metalbox Plus zincata da 850 mm per incasso in muratura, con cornice e sportello smaltati di colore bianco, e dotata di serratura a chiave.</w:t>
            </w:r>
          </w:p>
          <w:p w14:paraId="00F3331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FB2F3C" w14:textId="73DD36A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604FD1CC" w14:textId="703C7B64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71305BC1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673CFF23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2A14BDA7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78BC84A2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73393A4D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57E9B1F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5 vie</w:t>
            </w:r>
          </w:p>
          <w:p w14:paraId="6E467AAE" w14:textId="4E97DEBB" w:rsidR="000777C2" w:rsidRPr="000777C2" w:rsidRDefault="000777C2" w:rsidP="00A6391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A63917">
              <w:rPr>
                <w:rFonts w:ascii="Poppins" w:hAnsi="Poppins" w:cs="Poppins"/>
                <w:bCs/>
                <w:sz w:val="20"/>
              </w:rPr>
              <w:t>.</w:t>
            </w:r>
          </w:p>
          <w:p w14:paraId="666EDD5D" w14:textId="143BB9F7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462F158C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175A70C2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5625D0A2" w14:textId="7E66107C" w:rsidR="000777C2" w:rsidRPr="000777C2" w:rsidRDefault="000777C2" w:rsidP="00A6391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03C1B2B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F1E47B" w14:textId="615E57D9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lastRenderedPageBreak/>
              <w:t>riscaldamento/raffrescamento ed acqua calda/fredda sanitaria con collettore di distribuzione da 1" a 5 vie o equivalente.</w:t>
            </w:r>
          </w:p>
        </w:tc>
      </w:tr>
      <w:tr w:rsidR="000777C2" w14:paraId="290D86E3" w14:textId="77777777" w:rsidTr="0035358D">
        <w:tc>
          <w:tcPr>
            <w:tcW w:w="1203" w:type="dxa"/>
            <w:hideMark/>
          </w:tcPr>
          <w:p w14:paraId="01EF6C8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28170458</w:t>
            </w:r>
          </w:p>
        </w:tc>
        <w:tc>
          <w:tcPr>
            <w:tcW w:w="3332" w:type="dxa"/>
            <w:hideMark/>
          </w:tcPr>
          <w:p w14:paraId="59237D2A" w14:textId="0D9E5649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6 vie</w:t>
            </w:r>
          </w:p>
        </w:tc>
        <w:tc>
          <w:tcPr>
            <w:tcW w:w="4963" w:type="dxa"/>
          </w:tcPr>
          <w:p w14:paraId="4185935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6 vie, assemblato in cassetta metallica Metalbox Plus zincata da 1000 mm per incasso in muratura, con cornice e sportello smaltati di colore bianco, e dotata di serratura a chiave.</w:t>
            </w:r>
          </w:p>
          <w:p w14:paraId="3C7274B4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B674B7" w14:textId="440FE46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46A87230" w14:textId="00E04EBE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47316FE2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4E9DFFC7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1E6A447F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6DD26F63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3D080C18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8C4DA8B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6 vie</w:t>
            </w:r>
          </w:p>
          <w:p w14:paraId="488D7CCF" w14:textId="12C1FF86" w:rsidR="000777C2" w:rsidRPr="000777C2" w:rsidRDefault="000777C2" w:rsidP="00A6391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A63917">
              <w:rPr>
                <w:rFonts w:ascii="Poppins" w:hAnsi="Poppins" w:cs="Poppins"/>
                <w:bCs/>
                <w:sz w:val="20"/>
              </w:rPr>
              <w:t>.</w:t>
            </w:r>
          </w:p>
          <w:p w14:paraId="6A8FE943" w14:textId="06645EE1" w:rsidR="000777C2" w:rsidRPr="000777C2" w:rsidRDefault="000777C2" w:rsidP="00A63917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2DF4A4E7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1D670B89" w14:textId="77777777" w:rsidR="000777C2" w:rsidRPr="000777C2" w:rsidRDefault="000777C2" w:rsidP="00A63917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4455C486" w14:textId="2610AD53" w:rsidR="000777C2" w:rsidRPr="000777C2" w:rsidRDefault="000777C2" w:rsidP="004659F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Il dispositivo è predisposto per l’installazione di contatore volumetrico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per acqua calda sanitaria e di un contatore volumetrico per acqua fredda sanitaria da DN 15, a lettura diretta o con trasmissione dati.</w:t>
            </w:r>
          </w:p>
          <w:p w14:paraId="296115C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8D6FFA" w14:textId="76B195E3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6 vie o equivalente.</w:t>
            </w:r>
          </w:p>
        </w:tc>
      </w:tr>
      <w:tr w:rsidR="000777C2" w14:paraId="0CE0CC20" w14:textId="77777777" w:rsidTr="0035358D">
        <w:tc>
          <w:tcPr>
            <w:tcW w:w="1203" w:type="dxa"/>
            <w:hideMark/>
          </w:tcPr>
          <w:p w14:paraId="06FC8DB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28170460</w:t>
            </w:r>
          </w:p>
        </w:tc>
        <w:tc>
          <w:tcPr>
            <w:tcW w:w="3332" w:type="dxa"/>
            <w:hideMark/>
          </w:tcPr>
          <w:p w14:paraId="21D5FB8E" w14:textId="08E83B7F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7 vie</w:t>
            </w:r>
          </w:p>
        </w:tc>
        <w:tc>
          <w:tcPr>
            <w:tcW w:w="4963" w:type="dxa"/>
          </w:tcPr>
          <w:p w14:paraId="2920280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7 vie, assemblato in cassetta metallica Metalbox Plus zincata da 1000 mm per incasso in muratura, con cornice e sportello smaltati di colore bianco, e dotata di serratura a chiave.</w:t>
            </w:r>
          </w:p>
          <w:p w14:paraId="51ACDCFA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A63863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3B8C5EDF" w14:textId="6EB85845" w:rsidR="000777C2" w:rsidRPr="000777C2" w:rsidRDefault="000777C2" w:rsidP="004659F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</w:t>
            </w:r>
            <w:r w:rsidR="004659F5">
              <w:rPr>
                <w:rFonts w:ascii="Poppins" w:hAnsi="Poppins" w:cs="Poppins"/>
                <w:bCs/>
                <w:sz w:val="20"/>
              </w:rPr>
              <w:t>o</w:t>
            </w:r>
            <w:r w:rsidRPr="000777C2">
              <w:rPr>
                <w:rFonts w:ascii="Poppins" w:hAnsi="Poppins" w:cs="Poppins"/>
                <w:bCs/>
                <w:sz w:val="20"/>
              </w:rPr>
              <w:t xml:space="preserve"> di contabilizzazione per impianto di riscaldamento/condizionamento costituito da:</w:t>
            </w:r>
          </w:p>
          <w:p w14:paraId="13207738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5F8A4987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5733A3FF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73275350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46B4108F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70707104" w14:textId="445CB417" w:rsidR="000777C2" w:rsidRPr="004659F5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7 vie</w:t>
            </w:r>
          </w:p>
          <w:p w14:paraId="0F40043F" w14:textId="5FD2F8DA" w:rsidR="000777C2" w:rsidRPr="004659F5" w:rsidRDefault="000777C2" w:rsidP="004659F5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659F5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4659F5" w:rsidRPr="004659F5">
              <w:rPr>
                <w:rFonts w:ascii="Poppins" w:hAnsi="Poppins" w:cs="Poppins"/>
                <w:bCs/>
                <w:sz w:val="20"/>
              </w:rPr>
              <w:t>.</w:t>
            </w:r>
          </w:p>
          <w:p w14:paraId="25EF9B70" w14:textId="24C92F3F" w:rsidR="000777C2" w:rsidRPr="000777C2" w:rsidRDefault="000777C2" w:rsidP="004659F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Modulo di contabilizzazione per acqua sanitaria calda e fredda con produzione centralizzata costituito da:</w:t>
            </w:r>
          </w:p>
          <w:p w14:paraId="742AD427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2A19CC6A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01255B7F" w14:textId="3807748C" w:rsidR="000777C2" w:rsidRPr="000777C2" w:rsidRDefault="000777C2" w:rsidP="004659F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1133DA0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40E012" w14:textId="23014F4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7 vie o equivalente.</w:t>
            </w:r>
          </w:p>
        </w:tc>
      </w:tr>
      <w:tr w:rsidR="000777C2" w14:paraId="37AAF801" w14:textId="77777777" w:rsidTr="0035358D">
        <w:tc>
          <w:tcPr>
            <w:tcW w:w="1203" w:type="dxa"/>
            <w:hideMark/>
          </w:tcPr>
          <w:p w14:paraId="27039E9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28170462</w:t>
            </w:r>
          </w:p>
        </w:tc>
        <w:tc>
          <w:tcPr>
            <w:tcW w:w="3332" w:type="dxa"/>
            <w:hideMark/>
          </w:tcPr>
          <w:p w14:paraId="50E7B01A" w14:textId="31C6B490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8 vie</w:t>
            </w:r>
          </w:p>
        </w:tc>
        <w:tc>
          <w:tcPr>
            <w:tcW w:w="4963" w:type="dxa"/>
          </w:tcPr>
          <w:p w14:paraId="635BC234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8 vie, assemblato in cassetta metallica Metalbox Plus zincata da 1000 mm per incasso in muratura, con cornice e sportello smaltati di colore bianco, e dotata di serratura a chiave.</w:t>
            </w:r>
          </w:p>
          <w:p w14:paraId="5236248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B59648" w14:textId="38429029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4F530CDE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402180C8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60565438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6AE9C0D5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24979913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66D844BE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Valvola di sfiato manuale</w:t>
            </w:r>
          </w:p>
          <w:p w14:paraId="445D9B6D" w14:textId="31F55971" w:rsidR="000777C2" w:rsidRPr="004659F5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8 vie</w:t>
            </w:r>
          </w:p>
          <w:p w14:paraId="56208A33" w14:textId="7FE12B70" w:rsidR="000777C2" w:rsidRPr="000777C2" w:rsidRDefault="000777C2" w:rsidP="004659F5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4659F5">
              <w:rPr>
                <w:rFonts w:ascii="Poppins" w:hAnsi="Poppins" w:cs="Poppins"/>
                <w:bCs/>
                <w:sz w:val="20"/>
              </w:rPr>
              <w:t>.</w:t>
            </w:r>
          </w:p>
          <w:p w14:paraId="196F73A6" w14:textId="5535325B" w:rsidR="000777C2" w:rsidRPr="000777C2" w:rsidRDefault="000777C2" w:rsidP="004659F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63B4639F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1A5EAD12" w14:textId="77777777" w:rsidR="000777C2" w:rsidRPr="000777C2" w:rsidRDefault="000777C2" w:rsidP="004659F5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67A4396E" w14:textId="60997AFA" w:rsidR="000777C2" w:rsidRPr="000777C2" w:rsidRDefault="000777C2" w:rsidP="004659F5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223C298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11B71E" w14:textId="53ED1FDC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8 vie o equivalente.</w:t>
            </w:r>
          </w:p>
        </w:tc>
      </w:tr>
      <w:tr w:rsidR="000777C2" w14:paraId="19AEEBEF" w14:textId="77777777" w:rsidTr="0035358D">
        <w:tc>
          <w:tcPr>
            <w:tcW w:w="1203" w:type="dxa"/>
            <w:hideMark/>
          </w:tcPr>
          <w:p w14:paraId="34F90CD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28170464</w:t>
            </w:r>
          </w:p>
        </w:tc>
        <w:tc>
          <w:tcPr>
            <w:tcW w:w="3332" w:type="dxa"/>
            <w:hideMark/>
          </w:tcPr>
          <w:p w14:paraId="516D6838" w14:textId="23D7A4D8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9 vie</w:t>
            </w:r>
          </w:p>
        </w:tc>
        <w:tc>
          <w:tcPr>
            <w:tcW w:w="4963" w:type="dxa"/>
          </w:tcPr>
          <w:p w14:paraId="6D441252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9 vie, assemblato in cassetta metallica Metalbox Plus zincata da 1200 mm per incasso in muratura, con cornice e sportello smaltati di colore bianco, e dotata di serratura a chiave.</w:t>
            </w:r>
          </w:p>
          <w:p w14:paraId="677FB5CB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05DD35F" w14:textId="1D9942E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2A828DD9" w14:textId="77777777" w:rsidR="000777C2" w:rsidRPr="000777C2" w:rsidRDefault="000777C2" w:rsidP="000777C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6D88895C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Valvola di zona a sfera DN 20 a 4 vie con passaggio di by-pass azionata da servomotore alimentato a 230 Vac, 50 Hz</w:t>
            </w:r>
          </w:p>
          <w:p w14:paraId="2A0A7A3F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6F00850C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01FD061D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62E0379D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11262ABC" w14:textId="16683E77" w:rsidR="000777C2" w:rsidRPr="00850D46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9 vie</w:t>
            </w:r>
          </w:p>
          <w:p w14:paraId="00422779" w14:textId="458DC19D" w:rsidR="000777C2" w:rsidRPr="000777C2" w:rsidRDefault="000777C2" w:rsidP="00850D46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850D46">
              <w:rPr>
                <w:rFonts w:ascii="Poppins" w:hAnsi="Poppins" w:cs="Poppins"/>
                <w:bCs/>
                <w:sz w:val="20"/>
              </w:rPr>
              <w:t>.</w:t>
            </w:r>
          </w:p>
          <w:p w14:paraId="2A51AF07" w14:textId="14E894D3" w:rsidR="000777C2" w:rsidRPr="000777C2" w:rsidRDefault="000777C2" w:rsidP="00850D46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1AB47241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178FD895" w14:textId="77777777" w:rsidR="000777C2" w:rsidRPr="000777C2" w:rsidRDefault="000777C2" w:rsidP="00850D46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0579B199" w14:textId="2CB02281" w:rsidR="000777C2" w:rsidRPr="000777C2" w:rsidRDefault="000777C2" w:rsidP="00850D46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289EFC42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6403E9C" w14:textId="42492F2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9 vie o equivalente.</w:t>
            </w:r>
          </w:p>
        </w:tc>
      </w:tr>
      <w:tr w:rsidR="000777C2" w14:paraId="49671A9F" w14:textId="77777777" w:rsidTr="0035358D">
        <w:tc>
          <w:tcPr>
            <w:tcW w:w="1203" w:type="dxa"/>
            <w:hideMark/>
          </w:tcPr>
          <w:p w14:paraId="669DF86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28170466</w:t>
            </w:r>
          </w:p>
        </w:tc>
        <w:tc>
          <w:tcPr>
            <w:tcW w:w="3332" w:type="dxa"/>
            <w:hideMark/>
          </w:tcPr>
          <w:p w14:paraId="55506E2C" w14:textId="03D7B760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10 vie</w:t>
            </w:r>
          </w:p>
        </w:tc>
        <w:tc>
          <w:tcPr>
            <w:tcW w:w="4963" w:type="dxa"/>
          </w:tcPr>
          <w:p w14:paraId="099F8280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Dispositivo di contabilizzazione dei consumi di energia termica (riscaldamento/ raffrescamento) e di acqua sanitaria centralizzata per singola unità immobiliare, completo di collettori mandata -  ritorno da 1” a 10 vie, assemblato in cassetta metallica Metalbox Plus zincata da 1200 mm per incasso in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muratura, con cornice e sportello smaltati di colore bianco, e dotata di serratura a chiave.</w:t>
            </w:r>
          </w:p>
          <w:p w14:paraId="475E2D4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6FA2E9" w14:textId="3771FA66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01C97654" w14:textId="084240A6" w:rsidR="000777C2" w:rsidRPr="000777C2" w:rsidRDefault="000777C2" w:rsidP="00211D1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28CD290B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61AC4B23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29CB5AC7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79664EB2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64E5EAAA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63685A17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10 vie</w:t>
            </w:r>
          </w:p>
          <w:p w14:paraId="1C998872" w14:textId="0D972C05" w:rsidR="000777C2" w:rsidRPr="000777C2" w:rsidRDefault="000777C2" w:rsidP="00211D1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211D1C">
              <w:rPr>
                <w:rFonts w:ascii="Poppins" w:hAnsi="Poppins" w:cs="Poppins"/>
                <w:bCs/>
                <w:sz w:val="20"/>
              </w:rPr>
              <w:t>.</w:t>
            </w:r>
          </w:p>
          <w:p w14:paraId="284539C0" w14:textId="46000BC2" w:rsidR="000777C2" w:rsidRPr="000777C2" w:rsidRDefault="000777C2" w:rsidP="00211D1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02C53E0A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63E9BD74" w14:textId="77777777" w:rsidR="000777C2" w:rsidRPr="000777C2" w:rsidRDefault="000777C2" w:rsidP="00211D1C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79D8A484" w14:textId="61AA6288" w:rsidR="000777C2" w:rsidRPr="000777C2" w:rsidRDefault="000777C2" w:rsidP="00211D1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072C5D35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007A78" w14:textId="49057BC1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10 vie o equivalente.</w:t>
            </w:r>
          </w:p>
        </w:tc>
      </w:tr>
      <w:tr w:rsidR="000777C2" w14:paraId="006298E8" w14:textId="77777777" w:rsidTr="0035358D">
        <w:tc>
          <w:tcPr>
            <w:tcW w:w="1203" w:type="dxa"/>
            <w:hideMark/>
          </w:tcPr>
          <w:p w14:paraId="1375151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28170468</w:t>
            </w:r>
          </w:p>
        </w:tc>
        <w:tc>
          <w:tcPr>
            <w:tcW w:w="3332" w:type="dxa"/>
            <w:hideMark/>
          </w:tcPr>
          <w:p w14:paraId="0DB7BABA" w14:textId="02E21BE8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11 vie</w:t>
            </w:r>
          </w:p>
        </w:tc>
        <w:tc>
          <w:tcPr>
            <w:tcW w:w="4963" w:type="dxa"/>
          </w:tcPr>
          <w:p w14:paraId="5C832618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 raffrescamento) e di acqua sanitaria centralizzata per singola unità immobiliare, completo di collettori mandata -  ritorno da 1” a 11 vie, assemblato in cassetta metallica Metalbox Plus zincata da 1200 mm per incasso in muratura, con cornice e sportello smaltati di colore bianco, e dotata di serratura a chiave.</w:t>
            </w:r>
          </w:p>
          <w:p w14:paraId="2E594D3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2F449C4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0F9928AA" w14:textId="5AB93C50" w:rsidR="000777C2" w:rsidRPr="000777C2" w:rsidRDefault="000777C2" w:rsidP="003A474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01B9B9CF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4D19E894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75FC6050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6E07D924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3E22327D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40F7BB5A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11 vie</w:t>
            </w:r>
          </w:p>
          <w:p w14:paraId="4AFE73CF" w14:textId="135BD755" w:rsidR="000777C2" w:rsidRPr="000777C2" w:rsidRDefault="000777C2" w:rsidP="003A474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3A474A">
              <w:rPr>
                <w:rFonts w:ascii="Poppins" w:hAnsi="Poppins" w:cs="Poppins"/>
                <w:bCs/>
                <w:sz w:val="20"/>
              </w:rPr>
              <w:t>.</w:t>
            </w:r>
          </w:p>
          <w:p w14:paraId="07E152A2" w14:textId="24FFEACC" w:rsidR="000777C2" w:rsidRPr="000777C2" w:rsidRDefault="000777C2" w:rsidP="003A474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6A2BD602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49B95506" w14:textId="5DE09D9A" w:rsidR="000777C2" w:rsidRPr="003A474A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65FFA117" w14:textId="1AB2B649" w:rsidR="000777C2" w:rsidRPr="000777C2" w:rsidRDefault="000777C2" w:rsidP="003A474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Il dispositivo è predisposto per l’installazione di contatore volumetrico per acqua calda sanitaria e di un contatore volumetrico per acqua fredda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sanitaria da DN 15, a lettura diretta o con trasmissione dati.</w:t>
            </w:r>
          </w:p>
          <w:p w14:paraId="1AD3EE5D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6C14B1" w14:textId="02D2721F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11 vie o equivalente.</w:t>
            </w:r>
          </w:p>
        </w:tc>
      </w:tr>
      <w:tr w:rsidR="000777C2" w14:paraId="7BAFE6EE" w14:textId="77777777" w:rsidTr="0035358D">
        <w:tc>
          <w:tcPr>
            <w:tcW w:w="1203" w:type="dxa"/>
            <w:hideMark/>
          </w:tcPr>
          <w:p w14:paraId="61909E26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28170470</w:t>
            </w:r>
          </w:p>
        </w:tc>
        <w:tc>
          <w:tcPr>
            <w:tcW w:w="3332" w:type="dxa"/>
            <w:hideMark/>
          </w:tcPr>
          <w:p w14:paraId="040FF58C" w14:textId="2D63F7CC" w:rsidR="000777C2" w:rsidRPr="000777C2" w:rsidRDefault="000777C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riscaldamento/raffrescamento ed acqua calda/fredda sanitaria con collettore di distribuzione da 1" a 12 vie</w:t>
            </w:r>
          </w:p>
        </w:tc>
        <w:tc>
          <w:tcPr>
            <w:tcW w:w="4963" w:type="dxa"/>
          </w:tcPr>
          <w:p w14:paraId="734BA046" w14:textId="480A1A02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</w:t>
            </w:r>
            <w:r w:rsidR="003A474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777C2">
              <w:rPr>
                <w:rFonts w:ascii="Poppins" w:hAnsi="Poppins" w:cs="Poppins"/>
                <w:bCs/>
                <w:sz w:val="20"/>
              </w:rPr>
              <w:t>raffrescamento) e di acqua sanitaria centralizzata per singola unità immobiliare, completo di collettori mandata -  ritorno da 1” a 12 vie, assemblato in cassetta metallica Metalbox Plus zincata da 1200 mm per incasso in muratura, con cornice e sportello smaltati di colore bianco, e dotata di serratura a chiave.</w:t>
            </w:r>
          </w:p>
          <w:p w14:paraId="375081E9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C9CBF65" w14:textId="6A3F528B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14675EA2" w14:textId="124EF2A1" w:rsidR="000777C2" w:rsidRPr="000777C2" w:rsidRDefault="000777C2" w:rsidP="003A474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impianto di riscaldamento/condizionamento costituito da:</w:t>
            </w:r>
          </w:p>
          <w:p w14:paraId="5CA637A1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6FB0FFF7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745896D2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coppie di valvole di intercettazione a sfera DN 20</w:t>
            </w:r>
          </w:p>
          <w:p w14:paraId="059EEC4E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rubinetti di carico/scarico</w:t>
            </w:r>
          </w:p>
          <w:p w14:paraId="3CDC231C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643BBA8B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Collettori di distribuzione mandata/ritorno 1” a 12 vie</w:t>
            </w:r>
          </w:p>
          <w:p w14:paraId="08E22397" w14:textId="5F57733C" w:rsidR="000777C2" w:rsidRPr="000777C2" w:rsidRDefault="000777C2" w:rsidP="003A474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termica da DN 15, a lettura diretta o con trasmissione dati</w:t>
            </w:r>
            <w:r w:rsidR="003A474A">
              <w:rPr>
                <w:rFonts w:ascii="Poppins" w:hAnsi="Poppins" w:cs="Poppins"/>
                <w:bCs/>
                <w:sz w:val="20"/>
              </w:rPr>
              <w:t>.</w:t>
            </w:r>
          </w:p>
          <w:p w14:paraId="3D75A873" w14:textId="11B63223" w:rsidR="000777C2" w:rsidRPr="000777C2" w:rsidRDefault="000777C2" w:rsidP="003A474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di contabilizzazione per acqua sanitaria calda e fredda con produzione centralizzata costituito da:</w:t>
            </w:r>
          </w:p>
          <w:p w14:paraId="65CC2A5A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N° 2 coppie di valvole di intercettazione a sfera DN 20</w:t>
            </w:r>
          </w:p>
          <w:p w14:paraId="6481B215" w14:textId="77777777" w:rsidR="000777C2" w:rsidRPr="000777C2" w:rsidRDefault="000777C2" w:rsidP="003A474A">
            <w:pPr>
              <w:pStyle w:val="Intestazione"/>
              <w:numPr>
                <w:ilvl w:val="1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2 valvole a sfera DN 20 con cartuccia di ritegno</w:t>
            </w:r>
          </w:p>
          <w:p w14:paraId="4C348228" w14:textId="25900874" w:rsidR="000777C2" w:rsidRPr="000777C2" w:rsidRDefault="000777C2" w:rsidP="003A474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Il dispositivo è predisposto per l’installazione di contatore volumetrico per acqua calda sanitaria e di un contatore volumetrico per acqua fredda sanitaria da DN 15, a lettura diretta o con trasmissione dati.</w:t>
            </w:r>
          </w:p>
          <w:p w14:paraId="1572136C" w14:textId="77777777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5FD65F" w14:textId="5A5E6010" w:rsidR="000777C2" w:rsidRPr="000777C2" w:rsidRDefault="000777C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5F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Dispositivo in cassetta predisposto per la contabilizzazione riscaldamento/raffrescamento ed acqua calda/fredda sanitaria con collettore di distribuzione da 1" a 12 vie o equivalente.</w:t>
            </w:r>
          </w:p>
        </w:tc>
      </w:tr>
      <w:tr w:rsidR="000115F4" w14:paraId="3E99E521" w14:textId="77777777" w:rsidTr="0035358D">
        <w:tc>
          <w:tcPr>
            <w:tcW w:w="1203" w:type="dxa"/>
          </w:tcPr>
          <w:p w14:paraId="6A8E5770" w14:textId="35470958" w:rsidR="000115F4" w:rsidRPr="000777C2" w:rsidRDefault="00143FD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01301490</w:t>
            </w:r>
          </w:p>
        </w:tc>
        <w:tc>
          <w:tcPr>
            <w:tcW w:w="3332" w:type="dxa"/>
          </w:tcPr>
          <w:p w14:paraId="71BD5354" w14:textId="4D99163E" w:rsidR="000115F4" w:rsidRPr="000777C2" w:rsidRDefault="000115F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Cassetta metallica per Energy Box V</w:t>
            </w:r>
          </w:p>
        </w:tc>
        <w:tc>
          <w:tcPr>
            <w:tcW w:w="4963" w:type="dxa"/>
          </w:tcPr>
          <w:p w14:paraId="1B80C9E6" w14:textId="77777777" w:rsidR="000115F4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Cassetta metallica per Energy Box V – moduli verticali per la contabilizzazione dei consumi termosanitari.</w:t>
            </w:r>
          </w:p>
          <w:p w14:paraId="030B8117" w14:textId="77777777" w:rsidR="000115F4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Cassetta metallica in lamiera zincata con coperchio in lamiera plastificata colore bianco RAL 9010, completa di serratura a cacciavite nella parte bassa.</w:t>
            </w:r>
          </w:p>
          <w:p w14:paraId="0527500B" w14:textId="77777777" w:rsidR="000115F4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Installazione fuori traccia.</w:t>
            </w:r>
          </w:p>
          <w:p w14:paraId="4496E84D" w14:textId="77777777" w:rsidR="000115F4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Dimensioni: 500x600x150 mm.</w:t>
            </w:r>
          </w:p>
          <w:p w14:paraId="71BFFD34" w14:textId="77777777" w:rsidR="000115F4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32B016" w14:textId="047C9900" w:rsidR="000115F4" w:rsidRPr="000777C2" w:rsidRDefault="000115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 – Modello Cassetta metallica per Energy Box V o equivalente.</w:t>
            </w:r>
          </w:p>
        </w:tc>
      </w:tr>
      <w:tr w:rsidR="0035358D" w14:paraId="2E76597C" w14:textId="77777777" w:rsidTr="0035358D">
        <w:tc>
          <w:tcPr>
            <w:tcW w:w="1203" w:type="dxa"/>
          </w:tcPr>
          <w:p w14:paraId="1EFFC6F2" w14:textId="6F3D0558" w:rsidR="0035358D" w:rsidRPr="000115F4" w:rsidRDefault="00143FD3" w:rsidP="003535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t>01301250</w:t>
            </w:r>
          </w:p>
        </w:tc>
        <w:tc>
          <w:tcPr>
            <w:tcW w:w="3332" w:type="dxa"/>
          </w:tcPr>
          <w:p w14:paraId="557FE4A4" w14:textId="6D05B2C0" w:rsidR="0035358D" w:rsidRDefault="00EE3E15" w:rsidP="003535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Gruppo riscaldamento/raffrescamento per Energy Box V </w:t>
            </w:r>
            <w:r w:rsidR="00292146">
              <w:rPr>
                <w:rFonts w:ascii="Poppins" w:hAnsi="Poppins" w:cs="Poppins"/>
                <w:bCs/>
                <w:sz w:val="20"/>
              </w:rPr>
              <w:t xml:space="preserve">con predisposizione per misuratore di energia </w:t>
            </w:r>
            <w:r>
              <w:rPr>
                <w:rFonts w:ascii="Poppins" w:hAnsi="Poppins" w:cs="Poppins"/>
                <w:bCs/>
                <w:sz w:val="20"/>
              </w:rPr>
              <w:t>DN15</w:t>
            </w:r>
          </w:p>
        </w:tc>
        <w:tc>
          <w:tcPr>
            <w:tcW w:w="4963" w:type="dxa"/>
          </w:tcPr>
          <w:p w14:paraId="2C09ECC5" w14:textId="748F153D" w:rsidR="0035358D" w:rsidRDefault="00EE3E15" w:rsidP="0035358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Gruppo di riscaldamento/raffrescamento per Energy Box V </w:t>
            </w:r>
            <w:r w:rsidR="008C7DB8">
              <w:rPr>
                <w:rFonts w:ascii="Poppins" w:hAnsi="Poppins" w:cs="Poppins"/>
                <w:bCs/>
                <w:sz w:val="20"/>
              </w:rPr>
              <w:t xml:space="preserve">con predisposizione per misuratore di energia </w:t>
            </w:r>
            <w:r>
              <w:rPr>
                <w:rFonts w:ascii="Poppins" w:hAnsi="Poppins" w:cs="Poppins"/>
                <w:bCs/>
                <w:sz w:val="20"/>
              </w:rPr>
              <w:t>DN15</w:t>
            </w:r>
            <w:r w:rsidR="008C7DB8">
              <w:rPr>
                <w:rFonts w:ascii="Poppins" w:hAnsi="Poppins" w:cs="Poppins"/>
                <w:bCs/>
                <w:sz w:val="20"/>
              </w:rPr>
              <w:t xml:space="preserve"> (attacchi 3/4")</w:t>
            </w:r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4720BC72" w14:textId="77777777" w:rsidR="00EE3E15" w:rsidRDefault="00EE3E15" w:rsidP="0035358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1C52FD" w14:textId="77777777" w:rsidR="00EE3E15" w:rsidRDefault="00EE3E15" w:rsidP="0035358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4298D809" w14:textId="4AE56263" w:rsidR="00EE3E15" w:rsidRDefault="00EE3E15" w:rsidP="00EE3E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motorizzata DN20 a 2 vie con servomotore 230 Vac, 50 Hz</w:t>
            </w:r>
          </w:p>
          <w:p w14:paraId="3315664A" w14:textId="1E723C8F" w:rsidR="00EE3E15" w:rsidRDefault="00EE3E15" w:rsidP="00EE3E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Filtro raccogli impurità DN20</w:t>
            </w:r>
          </w:p>
          <w:p w14:paraId="14A9D8FA" w14:textId="661CE1BD" w:rsidR="00EE3E15" w:rsidRDefault="00EE3E15" w:rsidP="00EE3E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DN20 con attacco sonda M10x1</w:t>
            </w:r>
          </w:p>
          <w:p w14:paraId="05BE883A" w14:textId="28865AC0" w:rsidR="00EE3E15" w:rsidRDefault="00EE3E15" w:rsidP="00EE3E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Saracinesca DN20 di intercettazione e bilanciamento</w:t>
            </w:r>
          </w:p>
          <w:p w14:paraId="273BDD90" w14:textId="3BEC59EE" w:rsidR="00EE3E15" w:rsidRDefault="00EE3E15" w:rsidP="00EE3E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050F3840" w14:textId="77777777" w:rsidR="00EE3E15" w:rsidRDefault="00EE3E15" w:rsidP="00EE3E1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4FD1A5" w14:textId="2AB2667B" w:rsidR="00EE3E15" w:rsidRDefault="003C78DE" w:rsidP="00EE3E1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Completo di 4 supporti in plastica per il fissaggio ai binari verticali della cassetta metallica.</w:t>
            </w:r>
          </w:p>
          <w:p w14:paraId="4BA29C43" w14:textId="77777777" w:rsidR="00EE3E15" w:rsidRDefault="00EE3E15" w:rsidP="00EE3E1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673404C" w14:textId="64188264" w:rsidR="00EE3E15" w:rsidRP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>Marca Emmeti – Modello Gruppo riscaldamento/raffrescamento per Energy Box V con predisposizione per misuratore di energia DN15 o equivalente.</w:t>
            </w:r>
          </w:p>
        </w:tc>
      </w:tr>
      <w:tr w:rsidR="003C78DE" w14:paraId="49BD32C6" w14:textId="77777777" w:rsidTr="0035358D">
        <w:tc>
          <w:tcPr>
            <w:tcW w:w="1203" w:type="dxa"/>
          </w:tcPr>
          <w:p w14:paraId="3EB3A6E6" w14:textId="756F8FDA" w:rsidR="003C78DE" w:rsidRPr="000115F4" w:rsidRDefault="00143FD3" w:rsidP="003C78D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lastRenderedPageBreak/>
              <w:t>01301252</w:t>
            </w:r>
          </w:p>
        </w:tc>
        <w:tc>
          <w:tcPr>
            <w:tcW w:w="3332" w:type="dxa"/>
          </w:tcPr>
          <w:p w14:paraId="0D168E8A" w14:textId="02F6DC48" w:rsidR="003C78DE" w:rsidRDefault="003C78DE" w:rsidP="003C78D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Gruppo riscaldamento/raffrescamento per Energy Box V con predisposizione per misuratore di energia DN20</w:t>
            </w:r>
          </w:p>
        </w:tc>
        <w:tc>
          <w:tcPr>
            <w:tcW w:w="4963" w:type="dxa"/>
          </w:tcPr>
          <w:p w14:paraId="45B91132" w14:textId="17C9B945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Gruppo di riscaldamento/raffrescamento per Energy Box V con predisposizione per misuratore di energia DN20 (attacchi 1").</w:t>
            </w:r>
          </w:p>
          <w:p w14:paraId="67D58D78" w14:textId="77777777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A11A6D" w14:textId="77777777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6D7F754D" w14:textId="77777777" w:rsidR="003C78DE" w:rsidRDefault="003C78DE" w:rsidP="003C78D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motorizzata DN20 a 2 vie con servomotore 230 Vac, 50 Hz</w:t>
            </w:r>
          </w:p>
          <w:p w14:paraId="4DC40388" w14:textId="77777777" w:rsidR="003C78DE" w:rsidRDefault="003C78DE" w:rsidP="003C78D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Filtro raccogli impurità DN20</w:t>
            </w:r>
          </w:p>
          <w:p w14:paraId="73C85C48" w14:textId="77777777" w:rsidR="003C78DE" w:rsidRDefault="003C78DE" w:rsidP="003C78D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DN20 con attacco sonda M10x1</w:t>
            </w:r>
          </w:p>
          <w:p w14:paraId="68893B3A" w14:textId="77777777" w:rsidR="003C78DE" w:rsidRDefault="003C78DE" w:rsidP="003C78D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Saracinesca DN20 di intercettazione e bilanciamento</w:t>
            </w:r>
          </w:p>
          <w:p w14:paraId="73B210AF" w14:textId="77777777" w:rsidR="003C78DE" w:rsidRDefault="003C78DE" w:rsidP="003C78D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11370A01" w14:textId="77777777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8788BB" w14:textId="77777777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Completo di 4 supporti in plastica per il fissaggio ai binari verticali della cassetta metallica.</w:t>
            </w:r>
          </w:p>
          <w:p w14:paraId="75952288" w14:textId="77777777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66F476" w14:textId="36EBC879" w:rsidR="003C78DE" w:rsidRDefault="003C78DE" w:rsidP="003C78D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>Marca Emmeti – Modello Gruppo riscaldamento/raffrescamento per Energy Box V con predisposizione per misuratore di energia DN</w:t>
            </w:r>
            <w:r>
              <w:rPr>
                <w:rFonts w:ascii="Poppins" w:hAnsi="Poppins" w:cs="Poppins"/>
                <w:b/>
                <w:sz w:val="20"/>
              </w:rPr>
              <w:t>20</w:t>
            </w:r>
            <w:r w:rsidRPr="003C78DE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EA5C76" w14:paraId="730AAE4E" w14:textId="77777777" w:rsidTr="0035358D">
        <w:tc>
          <w:tcPr>
            <w:tcW w:w="1203" w:type="dxa"/>
          </w:tcPr>
          <w:p w14:paraId="18C21F6C" w14:textId="392FB83E" w:rsidR="00EA5C76" w:rsidRPr="000115F4" w:rsidRDefault="00143FD3" w:rsidP="00EA5C7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t>0130125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3332" w:type="dxa"/>
          </w:tcPr>
          <w:p w14:paraId="6A3C2E40" w14:textId="638BA192" w:rsidR="00EA5C76" w:rsidRDefault="00EA5C76" w:rsidP="00EA5C7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Linea calda sanitaria per Energy Box V con predisposizione per </w:t>
            </w:r>
            <w:r w:rsidR="007E1EAB">
              <w:rPr>
                <w:rFonts w:ascii="Poppins" w:hAnsi="Poppins" w:cs="Poppins"/>
                <w:bCs/>
                <w:sz w:val="20"/>
              </w:rPr>
              <w:t>installazione contatore volumetrico per ACS</w:t>
            </w:r>
            <w:r>
              <w:rPr>
                <w:rFonts w:ascii="Poppins" w:hAnsi="Poppins" w:cs="Poppins"/>
                <w:bCs/>
                <w:sz w:val="20"/>
              </w:rPr>
              <w:t xml:space="preserve"> DN15</w:t>
            </w:r>
          </w:p>
        </w:tc>
        <w:tc>
          <w:tcPr>
            <w:tcW w:w="4963" w:type="dxa"/>
          </w:tcPr>
          <w:p w14:paraId="21BAAED0" w14:textId="0D75BAFD" w:rsidR="00EA5C76" w:rsidRDefault="007E1EAB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Linea calda sanitaria per Energy Box V con predisposizione per installazione contatore volumetrico per acqua calda sanitaria </w:t>
            </w:r>
            <w:r w:rsidR="00EA5C76">
              <w:rPr>
                <w:rFonts w:ascii="Poppins" w:hAnsi="Poppins" w:cs="Poppins"/>
                <w:bCs/>
                <w:sz w:val="20"/>
              </w:rPr>
              <w:t>DN15 (attacchi 3/4").</w:t>
            </w:r>
          </w:p>
          <w:p w14:paraId="11D127C6" w14:textId="77777777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EF91FA" w14:textId="77777777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72091DDF" w14:textId="2C110C27" w:rsidR="00EA5C76" w:rsidRPr="00DF110A" w:rsidRDefault="00EA5C76" w:rsidP="00DF110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Valvola a sfera DN20 con </w:t>
            </w:r>
            <w:r w:rsidR="00DF110A">
              <w:rPr>
                <w:rFonts w:ascii="Poppins" w:hAnsi="Poppins" w:cs="Poppins"/>
                <w:bCs/>
                <w:sz w:val="20"/>
              </w:rPr>
              <w:t>cartuccia di ritegno integrata e bocchettone</w:t>
            </w:r>
          </w:p>
          <w:p w14:paraId="62CBDCD6" w14:textId="77777777" w:rsidR="00EA5C76" w:rsidRDefault="00EA5C76" w:rsidP="00EA5C76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41E3DC14" w14:textId="77777777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7EB90A" w14:textId="7DAA7B66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Completo di </w:t>
            </w:r>
            <w:r w:rsidR="00DF110A">
              <w:rPr>
                <w:rFonts w:ascii="Poppins" w:hAnsi="Poppins" w:cs="Poppins"/>
                <w:bCs/>
                <w:sz w:val="20"/>
              </w:rPr>
              <w:t>2</w:t>
            </w:r>
            <w:r>
              <w:rPr>
                <w:rFonts w:ascii="Poppins" w:hAnsi="Poppins" w:cs="Poppins"/>
                <w:bCs/>
                <w:sz w:val="20"/>
              </w:rPr>
              <w:t xml:space="preserve"> supporti in plastica per il fissaggio ai binari verticali della cassetta metallica.</w:t>
            </w:r>
          </w:p>
          <w:p w14:paraId="618DA34D" w14:textId="77777777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C73A0C" w14:textId="7AD34171" w:rsidR="00EA5C76" w:rsidRDefault="00EA5C76" w:rsidP="00EA5C7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DF110A" w:rsidRPr="00DF110A">
              <w:rPr>
                <w:rFonts w:ascii="Poppins" w:hAnsi="Poppins" w:cs="Poppins"/>
                <w:b/>
                <w:sz w:val="20"/>
              </w:rPr>
              <w:t>Linea calda sanitaria per Energy Box V con predisposizione per installazione contatore volumetrico per ACS DN15</w:t>
            </w:r>
            <w:r w:rsidR="00DF110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C78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DF110A" w14:paraId="7FB515A3" w14:textId="77777777" w:rsidTr="0035358D">
        <w:tc>
          <w:tcPr>
            <w:tcW w:w="1203" w:type="dxa"/>
          </w:tcPr>
          <w:p w14:paraId="36354763" w14:textId="643AA5E9" w:rsidR="00DF110A" w:rsidRPr="000115F4" w:rsidRDefault="00143FD3" w:rsidP="00DF11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lastRenderedPageBreak/>
              <w:t>0130125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3332" w:type="dxa"/>
          </w:tcPr>
          <w:p w14:paraId="35006DC4" w14:textId="27E8BD28" w:rsidR="00DF110A" w:rsidRDefault="00DF110A" w:rsidP="00DF11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Linea calda sanitaria per Energy Box V con predisposizione per installazione contatore volumetrico per ACS DN20</w:t>
            </w:r>
          </w:p>
        </w:tc>
        <w:tc>
          <w:tcPr>
            <w:tcW w:w="4963" w:type="dxa"/>
          </w:tcPr>
          <w:p w14:paraId="2B9ABCAD" w14:textId="0D217428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Linea calda sanitaria per Energy Box V con predisposizione per installazione contatore volumetrico per acqua calda sanitaria DN20 (attacchi 1").</w:t>
            </w:r>
          </w:p>
          <w:p w14:paraId="6A451382" w14:textId="77777777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0A5A2F" w14:textId="77777777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6332B5DB" w14:textId="77777777" w:rsidR="00DF110A" w:rsidRPr="00DF110A" w:rsidRDefault="00DF110A" w:rsidP="00DF110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DN20 con cartuccia di ritegno integrata e bocchettone</w:t>
            </w:r>
          </w:p>
          <w:p w14:paraId="2B778B45" w14:textId="77777777" w:rsidR="00DF110A" w:rsidRDefault="00DF110A" w:rsidP="00DF110A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2426A172" w14:textId="77777777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0C61E9" w14:textId="77777777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Completo di 2 supporti in plastica per il fissaggio ai binari verticali della cassetta metallica.</w:t>
            </w:r>
          </w:p>
          <w:p w14:paraId="6B151D21" w14:textId="77777777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7FD902" w14:textId="348A5FC8" w:rsidR="00DF110A" w:rsidRDefault="00DF110A" w:rsidP="00DF11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DF110A">
              <w:rPr>
                <w:rFonts w:ascii="Poppins" w:hAnsi="Poppins" w:cs="Poppins"/>
                <w:b/>
                <w:sz w:val="20"/>
              </w:rPr>
              <w:t>Linea calda sanitaria per Energy Box V con predisposizione per installazione contatore volumetrico per ACS DN</w:t>
            </w:r>
            <w:r>
              <w:rPr>
                <w:rFonts w:ascii="Poppins" w:hAnsi="Poppins" w:cs="Poppins"/>
                <w:b/>
                <w:sz w:val="20"/>
              </w:rPr>
              <w:t xml:space="preserve">20 </w:t>
            </w:r>
            <w:r w:rsidRPr="003C78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9833DC" w14:paraId="6614EE2F" w14:textId="77777777" w:rsidTr="0035358D">
        <w:tc>
          <w:tcPr>
            <w:tcW w:w="1203" w:type="dxa"/>
          </w:tcPr>
          <w:p w14:paraId="09403000" w14:textId="551C096D" w:rsidR="009833DC" w:rsidRPr="0010598D" w:rsidRDefault="00143FD3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t>0130125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3332" w:type="dxa"/>
          </w:tcPr>
          <w:p w14:paraId="7E7E207A" w14:textId="0B0F455A" w:rsidR="009833DC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Linea fredda sanitaria per Energy Box V con predisposizione per installazione contatore volumetrico per AFS DN15</w:t>
            </w:r>
          </w:p>
        </w:tc>
        <w:tc>
          <w:tcPr>
            <w:tcW w:w="4963" w:type="dxa"/>
          </w:tcPr>
          <w:p w14:paraId="48F3B20A" w14:textId="34D413E3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Linea fredda sanitaria per Energy Box V con predisposizione per installazione contatore volumetrico per acqua fredda sanitaria DN15 (attacchi 3/4").</w:t>
            </w:r>
          </w:p>
          <w:p w14:paraId="4802112F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5A12F7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24964DDF" w14:textId="77777777" w:rsidR="009833DC" w:rsidRPr="00DF110A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DN20 con cartuccia di ritegno integrata e bocchettone</w:t>
            </w:r>
          </w:p>
          <w:p w14:paraId="35362A12" w14:textId="77777777" w:rsidR="009833DC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79F8C802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1DDBE7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Completo di 2 supporti in plastica per il fissaggio ai binari verticali della cassetta metallica.</w:t>
            </w:r>
          </w:p>
          <w:p w14:paraId="0C8A0B68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B0D62A" w14:textId="393E69F0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DF110A">
              <w:rPr>
                <w:rFonts w:ascii="Poppins" w:hAnsi="Poppins" w:cs="Poppins"/>
                <w:b/>
                <w:sz w:val="20"/>
              </w:rPr>
              <w:t xml:space="preserve">Linea </w:t>
            </w:r>
            <w:r>
              <w:rPr>
                <w:rFonts w:ascii="Poppins" w:hAnsi="Poppins" w:cs="Poppins"/>
                <w:b/>
                <w:sz w:val="20"/>
              </w:rPr>
              <w:t>fredda</w:t>
            </w:r>
            <w:r w:rsidRPr="00DF110A">
              <w:rPr>
                <w:rFonts w:ascii="Poppins" w:hAnsi="Poppins" w:cs="Poppins"/>
                <w:b/>
                <w:sz w:val="20"/>
              </w:rPr>
              <w:t xml:space="preserve"> sanitaria per Energy Box V con predisposizione per installazione contatore volumetrico per A</w:t>
            </w:r>
            <w:r>
              <w:rPr>
                <w:rFonts w:ascii="Poppins" w:hAnsi="Poppins" w:cs="Poppins"/>
                <w:b/>
                <w:sz w:val="20"/>
              </w:rPr>
              <w:t>F</w:t>
            </w:r>
            <w:r w:rsidRPr="00DF110A">
              <w:rPr>
                <w:rFonts w:ascii="Poppins" w:hAnsi="Poppins" w:cs="Poppins"/>
                <w:b/>
                <w:sz w:val="20"/>
              </w:rPr>
              <w:t>S DN15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C78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9833DC" w14:paraId="5291E3E7" w14:textId="77777777" w:rsidTr="0035358D">
        <w:tc>
          <w:tcPr>
            <w:tcW w:w="1203" w:type="dxa"/>
          </w:tcPr>
          <w:p w14:paraId="2A772B42" w14:textId="13B4CE57" w:rsidR="009833DC" w:rsidRPr="0010598D" w:rsidRDefault="00143FD3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143FD3">
              <w:rPr>
                <w:rFonts w:ascii="Poppins" w:hAnsi="Poppins" w:cs="Poppins"/>
                <w:bCs/>
                <w:sz w:val="20"/>
              </w:rPr>
              <w:t>013012</w:t>
            </w:r>
            <w:r>
              <w:rPr>
                <w:rFonts w:ascii="Poppins" w:hAnsi="Poppins" w:cs="Poppins"/>
                <w:bCs/>
                <w:sz w:val="20"/>
              </w:rPr>
              <w:t>60</w:t>
            </w:r>
          </w:p>
        </w:tc>
        <w:tc>
          <w:tcPr>
            <w:tcW w:w="3332" w:type="dxa"/>
          </w:tcPr>
          <w:p w14:paraId="38C35087" w14:textId="27D6DE2F" w:rsidR="009833DC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Linea fredda sanitaria per Energy Box V con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>predisposizione per installazione contatore volumetrico per AFS DN20</w:t>
            </w:r>
          </w:p>
        </w:tc>
        <w:tc>
          <w:tcPr>
            <w:tcW w:w="4963" w:type="dxa"/>
          </w:tcPr>
          <w:p w14:paraId="3393E42A" w14:textId="38B8CC39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 xml:space="preserve">Linea fredda sanitaria per Energy Box V con predisposizione per installazione contatore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>volumetrico per acqua fredda sanitaria DN20 (attacchi 1").</w:t>
            </w:r>
          </w:p>
          <w:p w14:paraId="4BA4E863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740299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Composizione:</w:t>
            </w:r>
          </w:p>
          <w:p w14:paraId="4D9458E2" w14:textId="77777777" w:rsidR="009833DC" w:rsidRPr="00DF110A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DN20 con cartuccia di ritegno integrata e bocchettone</w:t>
            </w:r>
          </w:p>
          <w:p w14:paraId="4F22C3DF" w14:textId="77777777" w:rsidR="009833DC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Valvole a sfera DN20 con bocchettone</w:t>
            </w:r>
          </w:p>
          <w:p w14:paraId="03C11FD3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EEA504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Completo di 2 supporti in plastica per il fissaggio ai binari verticali della cassetta metallica.</w:t>
            </w:r>
          </w:p>
          <w:p w14:paraId="383D493E" w14:textId="77777777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7F524CF" w14:textId="7C558210" w:rsidR="009833DC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C78D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DF110A">
              <w:rPr>
                <w:rFonts w:ascii="Poppins" w:hAnsi="Poppins" w:cs="Poppins"/>
                <w:b/>
                <w:sz w:val="20"/>
              </w:rPr>
              <w:t xml:space="preserve">Linea </w:t>
            </w:r>
            <w:r>
              <w:rPr>
                <w:rFonts w:ascii="Poppins" w:hAnsi="Poppins" w:cs="Poppins"/>
                <w:b/>
                <w:sz w:val="20"/>
              </w:rPr>
              <w:t>fredda</w:t>
            </w:r>
            <w:r w:rsidRPr="00DF110A">
              <w:rPr>
                <w:rFonts w:ascii="Poppins" w:hAnsi="Poppins" w:cs="Poppins"/>
                <w:b/>
                <w:sz w:val="20"/>
              </w:rPr>
              <w:t xml:space="preserve"> sanitaria per Energy Box V con predisposizione per installazione contatore volumetrico per A</w:t>
            </w:r>
            <w:r>
              <w:rPr>
                <w:rFonts w:ascii="Poppins" w:hAnsi="Poppins" w:cs="Poppins"/>
                <w:b/>
                <w:sz w:val="20"/>
              </w:rPr>
              <w:t>F</w:t>
            </w:r>
            <w:r w:rsidRPr="00DF110A">
              <w:rPr>
                <w:rFonts w:ascii="Poppins" w:hAnsi="Poppins" w:cs="Poppins"/>
                <w:b/>
                <w:sz w:val="20"/>
              </w:rPr>
              <w:t>S DN</w:t>
            </w:r>
            <w:r>
              <w:rPr>
                <w:rFonts w:ascii="Poppins" w:hAnsi="Poppins" w:cs="Poppins"/>
                <w:b/>
                <w:sz w:val="20"/>
              </w:rPr>
              <w:t xml:space="preserve">20 </w:t>
            </w:r>
            <w:r w:rsidRPr="003C78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9833DC" w14:paraId="2C65AE79" w14:textId="77777777" w:rsidTr="0035358D">
        <w:tc>
          <w:tcPr>
            <w:tcW w:w="1203" w:type="dxa"/>
            <w:hideMark/>
          </w:tcPr>
          <w:p w14:paraId="263B324C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28170906</w:t>
            </w:r>
          </w:p>
        </w:tc>
        <w:tc>
          <w:tcPr>
            <w:tcW w:w="3332" w:type="dxa"/>
            <w:hideMark/>
          </w:tcPr>
          <w:p w14:paraId="48054E92" w14:textId="74F33C83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singolo di contabilizzazione riscaldamento/raffrescamento con valvola di zona a 4 vie con passaggio di by-pass</w:t>
            </w:r>
          </w:p>
          <w:p w14:paraId="0EA42364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Misura: DN 15</w:t>
            </w:r>
          </w:p>
        </w:tc>
        <w:tc>
          <w:tcPr>
            <w:tcW w:w="4963" w:type="dxa"/>
          </w:tcPr>
          <w:p w14:paraId="49EE5977" w14:textId="1A2409EA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(riscaldamento/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777C2">
              <w:rPr>
                <w:rFonts w:ascii="Poppins" w:hAnsi="Poppins" w:cs="Poppins"/>
                <w:bCs/>
                <w:sz w:val="20"/>
              </w:rPr>
              <w:t>raffrescamento) per singola unità immobiliare, predisposto per installazione diretta a muro.</w:t>
            </w:r>
          </w:p>
          <w:p w14:paraId="57EB158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0A5BA13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20E06989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5C3D5F58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397FA41C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N°4 valvole a sfera DN 20</w:t>
            </w:r>
          </w:p>
          <w:p w14:paraId="36EA9266" w14:textId="4E1CECA3" w:rsidR="009833DC" w:rsidRPr="007E1E4F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Staffe per fissaggio a muro complete di viti e tasselli</w:t>
            </w:r>
          </w:p>
          <w:p w14:paraId="59E33073" w14:textId="48A3771E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Il dispositivo è predisposto per l’installazione di un misuratore di energia termica misura DN 15, a lettura diretta o con trasmissione dati.</w:t>
            </w:r>
          </w:p>
          <w:p w14:paraId="7BC69C8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706880" w14:textId="334349BB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Modulo singolo di contabilizzazione riscaldamento/ raffrescamento con valvola di zona a 4 vie con passaggio di by-pass Misura: DN 15 o equivalente.</w:t>
            </w:r>
          </w:p>
        </w:tc>
      </w:tr>
      <w:tr w:rsidR="009833DC" w14:paraId="5E41921A" w14:textId="77777777" w:rsidTr="0035358D">
        <w:tc>
          <w:tcPr>
            <w:tcW w:w="1203" w:type="dxa"/>
            <w:hideMark/>
          </w:tcPr>
          <w:p w14:paraId="53E325B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28170908</w:t>
            </w:r>
          </w:p>
        </w:tc>
        <w:tc>
          <w:tcPr>
            <w:tcW w:w="3332" w:type="dxa"/>
            <w:hideMark/>
          </w:tcPr>
          <w:p w14:paraId="4C2B659A" w14:textId="2C7AB4E9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Modulo singolo di contabilizzazione riscaldamento/raffrescamento </w:t>
            </w: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con valvola di zona a 4 vie con passaggio di by-pass</w:t>
            </w:r>
          </w:p>
          <w:p w14:paraId="37E5A9A6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Misura: DN 20</w:t>
            </w:r>
          </w:p>
        </w:tc>
        <w:tc>
          <w:tcPr>
            <w:tcW w:w="4963" w:type="dxa"/>
          </w:tcPr>
          <w:p w14:paraId="00AA23F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Dispositivo di contabilizzazione dei consumi di energia termica (riscaldamento/ raffrescamento) per singola unità immobiliare, predisposto per installazione diretta a muro.</w:t>
            </w:r>
          </w:p>
          <w:p w14:paraId="1A3197D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9ACAED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7C67D7CC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4 vie con passaggio di by-pass azionata da servomotore alimentato a 230 Vac, 50 Hz</w:t>
            </w:r>
          </w:p>
          <w:p w14:paraId="36CEB2B5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14:paraId="32AA9E80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N°4 valvole a sfera DN 20</w:t>
            </w:r>
          </w:p>
          <w:p w14:paraId="544A16A7" w14:textId="5AA97831" w:rsidR="009833DC" w:rsidRPr="00D36529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Staffe per fissaggio a muro complete di viti e tasselli</w:t>
            </w:r>
          </w:p>
          <w:p w14:paraId="61BCD0B3" w14:textId="26E1A8B8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Il dispositivo è predisposto per l’installazione di un misuratore di energia termica misura DN 20, a lettura diretta o con trasmissione dati.</w:t>
            </w:r>
          </w:p>
          <w:p w14:paraId="239F4316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FDD7796" w14:textId="0328244E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Modulo singolo di contabilizzazione riscaldamento/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>raffrescamento con valvola di zona a 4 vie con passaggio di by-pass Misura: DN 20 o equivalente.</w:t>
            </w:r>
          </w:p>
        </w:tc>
      </w:tr>
      <w:tr w:rsidR="009833DC" w14:paraId="04ECCC75" w14:textId="77777777" w:rsidTr="0035358D">
        <w:tc>
          <w:tcPr>
            <w:tcW w:w="1203" w:type="dxa"/>
            <w:hideMark/>
          </w:tcPr>
          <w:p w14:paraId="148EDCC5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28170904</w:t>
            </w:r>
          </w:p>
        </w:tc>
        <w:tc>
          <w:tcPr>
            <w:tcW w:w="3332" w:type="dxa"/>
          </w:tcPr>
          <w:p w14:paraId="47B82591" w14:textId="06AA6633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Modulo singolo di contabilizzazione riscaldamento/raffrescamento con valvola di zona a 2 vie </w:t>
            </w:r>
          </w:p>
          <w:p w14:paraId="7E8607C2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4963" w:type="dxa"/>
          </w:tcPr>
          <w:p w14:paraId="76E4A6BE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energia termica riscaldamento/ raffrescamento) per singola unità immobiliare, predisposto per installazione diretta a muro.</w:t>
            </w:r>
          </w:p>
          <w:p w14:paraId="3CDDBE3C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D7DD5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71530867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di zona a sfera DN 20 a 2 vie azionata da servomotore alimentato a 230 Vac, 50 Hz</w:t>
            </w:r>
          </w:p>
          <w:p w14:paraId="68B3A70C" w14:textId="46B8B5BB" w:rsidR="009833DC" w:rsidRPr="00D36529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N° 4 valvole a sfera DN 20</w:t>
            </w:r>
          </w:p>
          <w:p w14:paraId="4F1C582B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Il dispositivo è predisposto per l’installazione di un misuratore di energia termica misura DN 15, a lettura diretta o con trasmissione dati.</w:t>
            </w:r>
          </w:p>
          <w:p w14:paraId="0D6F372D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A46CBF" w14:textId="3D229F5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Modulo singolo di contabilizzazione riscaldamento/ raffrescamento con valvola di zona a 2 vie o equivalente.</w:t>
            </w:r>
          </w:p>
        </w:tc>
      </w:tr>
      <w:tr w:rsidR="009833DC" w14:paraId="3CF7DD7E" w14:textId="77777777" w:rsidTr="0035358D">
        <w:tc>
          <w:tcPr>
            <w:tcW w:w="1203" w:type="dxa"/>
            <w:hideMark/>
          </w:tcPr>
          <w:p w14:paraId="0B6C5BB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28170900</w:t>
            </w:r>
          </w:p>
        </w:tc>
        <w:tc>
          <w:tcPr>
            <w:tcW w:w="3332" w:type="dxa"/>
            <w:hideMark/>
          </w:tcPr>
          <w:p w14:paraId="5707C363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singolo di contabilizzazione acqua fredda sanitaria</w:t>
            </w:r>
          </w:p>
        </w:tc>
        <w:tc>
          <w:tcPr>
            <w:tcW w:w="4963" w:type="dxa"/>
          </w:tcPr>
          <w:p w14:paraId="5FDF9E7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acqua fredda sanitaria per singola unità immobiliare, predisposto per installazione diretta a muro.</w:t>
            </w:r>
          </w:p>
          <w:p w14:paraId="20CFB5A5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783010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Composto da:</w:t>
            </w:r>
          </w:p>
          <w:p w14:paraId="2CD8CDB3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cartuccia di ritegno integrata</w:t>
            </w:r>
          </w:p>
          <w:p w14:paraId="1289A027" w14:textId="67A0AD21" w:rsidR="009833DC" w:rsidRPr="00D36529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a sfera DN 20 con bocchettone</w:t>
            </w:r>
          </w:p>
          <w:p w14:paraId="44D1C32C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Il dispositivo è predisposto per l’installazione di un contatore volumetrico per acqua fredda sanitaria misura DN 15, a lettura diretta o con trasmissione dati.</w:t>
            </w:r>
          </w:p>
          <w:p w14:paraId="3E39420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A60418" w14:textId="78C6D7BE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Modulo singolo di contabilizzazione acqua fredda sanitaria o equivalente.</w:t>
            </w:r>
          </w:p>
        </w:tc>
      </w:tr>
      <w:tr w:rsidR="009833DC" w14:paraId="5BDEB3F3" w14:textId="77777777" w:rsidTr="0035358D">
        <w:tc>
          <w:tcPr>
            <w:tcW w:w="1203" w:type="dxa"/>
            <w:hideMark/>
          </w:tcPr>
          <w:p w14:paraId="0BF8FD46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28170902</w:t>
            </w:r>
          </w:p>
        </w:tc>
        <w:tc>
          <w:tcPr>
            <w:tcW w:w="3332" w:type="dxa"/>
            <w:hideMark/>
          </w:tcPr>
          <w:p w14:paraId="6A19196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Modulo singolo di contabilizzazione acqua calda sanitaria</w:t>
            </w:r>
          </w:p>
        </w:tc>
        <w:tc>
          <w:tcPr>
            <w:tcW w:w="4963" w:type="dxa"/>
          </w:tcPr>
          <w:p w14:paraId="5FEF8BD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Dispositivo di contabilizzazione dei consumi di acqua calda sanitaria per singola unità immobiliare, predisposto per installazione diretta a muro.</w:t>
            </w:r>
          </w:p>
          <w:p w14:paraId="03D546CD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809CBB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Composto da:</w:t>
            </w:r>
          </w:p>
          <w:p w14:paraId="1AD8E986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Valvole a sfera DN 20 con cartuccia di ritegno integrata</w:t>
            </w:r>
          </w:p>
          <w:p w14:paraId="6549CED2" w14:textId="51E780AE" w:rsidR="009833DC" w:rsidRPr="00D36529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Valvola a sfera DN 20 con bocchettone</w:t>
            </w:r>
          </w:p>
          <w:p w14:paraId="5B902AF9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Il dispositivo è predisposto per l’installazione di un contatore volumetrico per acqua calda sanitaria misura DN 15, a lettura diretta o con trasmissione dati.</w:t>
            </w:r>
          </w:p>
          <w:p w14:paraId="44CD86BF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B723A2" w14:textId="29B4554E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Modulo singolo di contabilizzazione acqua calda sanitaria o equivalente.</w:t>
            </w:r>
          </w:p>
        </w:tc>
      </w:tr>
      <w:tr w:rsidR="009833DC" w14:paraId="74D3F17A" w14:textId="77777777" w:rsidTr="0035358D">
        <w:tc>
          <w:tcPr>
            <w:tcW w:w="1203" w:type="dxa"/>
            <w:hideMark/>
          </w:tcPr>
          <w:p w14:paraId="09AA50AA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01306870</w:t>
            </w:r>
          </w:p>
        </w:tc>
        <w:tc>
          <w:tcPr>
            <w:tcW w:w="3332" w:type="dxa"/>
            <w:hideMark/>
          </w:tcPr>
          <w:p w14:paraId="65E54600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Kit di bilanciamento dinamico</w:t>
            </w:r>
          </w:p>
        </w:tc>
        <w:tc>
          <w:tcPr>
            <w:tcW w:w="4963" w:type="dxa"/>
          </w:tcPr>
          <w:p w14:paraId="27BB495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kit di bilanciamento che permette di distribuire il flusso nel circuito, mantenendo la pressione differenziale constante.</w:t>
            </w:r>
          </w:p>
          <w:p w14:paraId="56F9523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D2F57F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920DEDA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Pressione nominale: PN 20</w:t>
            </w:r>
          </w:p>
          <w:p w14:paraId="7D12499A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Temperatura minima d’esercizio: - 10 °C</w:t>
            </w:r>
          </w:p>
          <w:p w14:paraId="419E9540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Temperatura massima di esercizio: 120 °C</w:t>
            </w:r>
          </w:p>
          <w:p w14:paraId="7BD09F46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Massima pressione differenziale: 450 kPa</w:t>
            </w:r>
          </w:p>
          <w:p w14:paraId="0D7B3745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0408D7" w14:textId="5F3CA3C8" w:rsidR="009833DC" w:rsidRPr="000777C2" w:rsidRDefault="009833DC" w:rsidP="009833DC">
            <w:pPr>
              <w:jc w:val="both"/>
              <w:rPr>
                <w:rFonts w:ascii="Poppins" w:hAnsi="Poppins" w:cs="Poppins"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Kit di bilanciamento dinamico o equivalente.</w:t>
            </w:r>
          </w:p>
        </w:tc>
      </w:tr>
      <w:tr w:rsidR="009833DC" w14:paraId="234133A0" w14:textId="77777777" w:rsidTr="0035358D">
        <w:tc>
          <w:tcPr>
            <w:tcW w:w="1203" w:type="dxa"/>
            <w:hideMark/>
          </w:tcPr>
          <w:p w14:paraId="01E3B934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01306364</w:t>
            </w:r>
          </w:p>
        </w:tc>
        <w:tc>
          <w:tcPr>
            <w:tcW w:w="3332" w:type="dxa"/>
            <w:hideMark/>
          </w:tcPr>
          <w:p w14:paraId="1844B850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Kit valvola di bilanciamento</w:t>
            </w:r>
          </w:p>
        </w:tc>
        <w:tc>
          <w:tcPr>
            <w:tcW w:w="4963" w:type="dxa"/>
          </w:tcPr>
          <w:p w14:paraId="1F5FA64A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0777C2">
              <w:rPr>
                <w:rFonts w:ascii="Poppins" w:hAnsi="Poppins" w:cs="Poppins"/>
                <w:bCs/>
              </w:rPr>
              <w:t>Kit composto da bocchettone 3/4” e valvola di bilanciamento 3/4” per la corretta taratura e regolazione di impianti di riscaldamento, condizionatori e sanitari, da installare al posto del filtro raccogli impurità (ove presente) una volta eseguita la pulizia dell’impianto.</w:t>
            </w:r>
          </w:p>
          <w:p w14:paraId="337B2B77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73F521E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777C2">
              <w:rPr>
                <w:rFonts w:ascii="Poppins" w:hAnsi="Poppins" w:cs="Poppins"/>
                <w:b/>
                <w:bCs/>
              </w:rPr>
              <w:t>Dati tecnici:</w:t>
            </w:r>
          </w:p>
          <w:p w14:paraId="733E1339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Pressione massima di esercizio: 20 bar</w:t>
            </w:r>
          </w:p>
          <w:p w14:paraId="2F74791B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Temperatura minima d’esercizio: - 20 °C (per soluzioni acqua e glicole)</w:t>
            </w:r>
          </w:p>
          <w:p w14:paraId="2256BCFA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Temperatura massima di esercizio: 120 °C (per soluzioni di acqua ed additivi antiebollizione)</w:t>
            </w:r>
          </w:p>
          <w:p w14:paraId="749C9730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Minima perdita di carico: 2kPa</w:t>
            </w:r>
          </w:p>
          <w:p w14:paraId="4177209F" w14:textId="77777777" w:rsidR="009833DC" w:rsidRPr="000777C2" w:rsidRDefault="009833DC" w:rsidP="009833DC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22B53F9" w14:textId="017EA8C1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Kit di bilanciamento  o equivalente.</w:t>
            </w:r>
          </w:p>
        </w:tc>
      </w:tr>
      <w:tr w:rsidR="009833DC" w14:paraId="26403552" w14:textId="77777777" w:rsidTr="0035358D">
        <w:tc>
          <w:tcPr>
            <w:tcW w:w="1203" w:type="dxa"/>
            <w:hideMark/>
          </w:tcPr>
          <w:p w14:paraId="1766557F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01406314</w:t>
            </w:r>
          </w:p>
        </w:tc>
        <w:tc>
          <w:tcPr>
            <w:tcW w:w="3332" w:type="dxa"/>
            <w:hideMark/>
          </w:tcPr>
          <w:p w14:paraId="4BEAB0D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Manometro differenziale</w:t>
            </w:r>
          </w:p>
        </w:tc>
        <w:tc>
          <w:tcPr>
            <w:tcW w:w="4963" w:type="dxa"/>
          </w:tcPr>
          <w:p w14:paraId="058F21C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Strumento per misurare la pressione differenziale, per kit valvola di bilanciamento dinamico.</w:t>
            </w:r>
          </w:p>
          <w:p w14:paraId="5F101B9F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Fornico con 2 batterie AA NiMH ricaricabili, custodia per il trasporto, tubi flessibili completi di aghi per innesti su prese di pressione.</w:t>
            </w:r>
          </w:p>
          <w:p w14:paraId="0800896B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7A47B8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22CF18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Margine di errore per pressione: 0,15 %</w:t>
            </w:r>
          </w:p>
          <w:p w14:paraId="7E6F8D47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Margine di errore per temperatura: 1,5 %</w:t>
            </w:r>
          </w:p>
          <w:p w14:paraId="188BDA86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Temperatura del fluido: da -5 °C a 90 °C</w:t>
            </w:r>
          </w:p>
          <w:p w14:paraId="484B18BA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Alimentazione: 2 batterie AA</w:t>
            </w:r>
          </w:p>
          <w:p w14:paraId="04006D71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Display: illuminato 128x64 pixel</w:t>
            </w:r>
          </w:p>
          <w:p w14:paraId="1F7341AC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Dimensioni: 94 x218x40 mm</w:t>
            </w:r>
          </w:p>
          <w:p w14:paraId="23AB311D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Grado di protezione: IP65</w:t>
            </w:r>
          </w:p>
          <w:p w14:paraId="7987DFE7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A58DDC" w14:textId="2DD497D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Manometro differenziale o equivalente.</w:t>
            </w:r>
          </w:p>
        </w:tc>
      </w:tr>
      <w:tr w:rsidR="009833DC" w14:paraId="001122C2" w14:textId="77777777" w:rsidTr="0035358D">
        <w:tc>
          <w:tcPr>
            <w:tcW w:w="1203" w:type="dxa"/>
            <w:hideMark/>
          </w:tcPr>
          <w:p w14:paraId="084A6322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02708192</w:t>
            </w:r>
          </w:p>
        </w:tc>
        <w:tc>
          <w:tcPr>
            <w:tcW w:w="3332" w:type="dxa"/>
            <w:hideMark/>
          </w:tcPr>
          <w:p w14:paraId="28C9C8C0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Kit di miscelazione termostatica per acqua sanitaria </w:t>
            </w:r>
          </w:p>
        </w:tc>
        <w:tc>
          <w:tcPr>
            <w:tcW w:w="4963" w:type="dxa"/>
          </w:tcPr>
          <w:p w14:paraId="6027267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Kit di miscelazione termostatica per acqua sanitaria</w:t>
            </w:r>
          </w:p>
          <w:p w14:paraId="58FBB6B0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br/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B9C69C2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Attacchi ingresso: 3/4" maschio con tenuta O-Ring</w:t>
            </w:r>
          </w:p>
          <w:p w14:paraId="4A921FED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Attacchi uscita: 3/4" femmina </w:t>
            </w:r>
          </w:p>
          <w:p w14:paraId="62DFA8E1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Interasse attacchi: 75 mm</w:t>
            </w:r>
          </w:p>
          <w:p w14:paraId="395E9B27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Lunghezza massima kit: 205 mm</w:t>
            </w:r>
          </w:p>
          <w:p w14:paraId="7D72F1B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B015C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Dati tecnici valvola miscelatrice termostatica:</w:t>
            </w:r>
          </w:p>
          <w:p w14:paraId="27406FE7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Pressione massima statica: 10 bar</w:t>
            </w:r>
          </w:p>
          <w:p w14:paraId="6E11A704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Pressione di lavoro dinamica: 0 – 5 bar</w:t>
            </w:r>
          </w:p>
          <w:p w14:paraId="364123D6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Temperatura massima di ingresso: 85 °C </w:t>
            </w:r>
          </w:p>
          <w:p w14:paraId="7C08AB6B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Campo di regolazione: 15 -45 °C</w:t>
            </w:r>
          </w:p>
          <w:p w14:paraId="73A5308A" w14:textId="77777777" w:rsidR="009833DC" w:rsidRPr="000777C2" w:rsidRDefault="009833DC" w:rsidP="009833DC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Kw:1,82 – 2,90</w:t>
            </w:r>
          </w:p>
          <w:p w14:paraId="234403F6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58C884" w14:textId="40F7EE8E" w:rsidR="009833DC" w:rsidRPr="000777C2" w:rsidRDefault="009833DC" w:rsidP="009833D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0777C2">
              <w:rPr>
                <w:rFonts w:ascii="Poppins" w:hAnsi="Poppins" w:cs="Poppins"/>
                <w:b/>
                <w:bCs/>
                <w:sz w:val="20"/>
              </w:rPr>
              <w:t xml:space="preserve"> – Modello Kit di miscelazione termostatica per acqua sanitaria o equivalente.</w:t>
            </w:r>
          </w:p>
        </w:tc>
      </w:tr>
      <w:tr w:rsidR="009833DC" w14:paraId="2F645966" w14:textId="77777777" w:rsidTr="0035358D">
        <w:tc>
          <w:tcPr>
            <w:tcW w:w="1203" w:type="dxa"/>
            <w:hideMark/>
          </w:tcPr>
          <w:p w14:paraId="2C6F25CC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lastRenderedPageBreak/>
              <w:t>01306304</w:t>
            </w:r>
          </w:p>
        </w:tc>
        <w:tc>
          <w:tcPr>
            <w:tcW w:w="3332" w:type="dxa"/>
            <w:hideMark/>
          </w:tcPr>
          <w:p w14:paraId="3F09DB3A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 xml:space="preserve">Kit misuratore di portata </w:t>
            </w:r>
          </w:p>
          <w:p w14:paraId="782C188F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0÷2,5 l/min</w:t>
            </w:r>
          </w:p>
        </w:tc>
        <w:tc>
          <w:tcPr>
            <w:tcW w:w="4963" w:type="dxa"/>
          </w:tcPr>
          <w:p w14:paraId="4EB713A5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Kit misuratore di portata per collettori Topway.</w:t>
            </w:r>
          </w:p>
          <w:p w14:paraId="607977C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Cs/>
                <w:sz w:val="20"/>
              </w:rPr>
              <w:t>Misura: 0÷2,5 l/min</w:t>
            </w:r>
          </w:p>
          <w:p w14:paraId="2EF52181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D131048" w14:textId="77777777" w:rsidR="009833DC" w:rsidRPr="000777C2" w:rsidRDefault="009833DC" w:rsidP="009833DC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0777C2">
              <w:rPr>
                <w:rFonts w:ascii="Poppins" w:hAnsi="Poppins" w:cs="Poppins"/>
                <w:b/>
                <w:bCs/>
                <w:sz w:val="20"/>
              </w:rPr>
              <w:t>Marca Emmeti – Modello Kit misuratore di portata 0÷2,5 l/min o  equivalente.</w:t>
            </w:r>
          </w:p>
        </w:tc>
      </w:tr>
    </w:tbl>
    <w:p w14:paraId="37C65D3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61564" w14:textId="77777777" w:rsidR="004D509D" w:rsidRDefault="004D509D">
      <w:r>
        <w:separator/>
      </w:r>
    </w:p>
  </w:endnote>
  <w:endnote w:type="continuationSeparator" w:id="0">
    <w:p w14:paraId="58319F75" w14:textId="77777777" w:rsidR="004D509D" w:rsidRDefault="004D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63F8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E01FD7E" w14:textId="77777777" w:rsidTr="004706FD">
      <w:tc>
        <w:tcPr>
          <w:tcW w:w="4534" w:type="dxa"/>
        </w:tcPr>
        <w:p w14:paraId="2648D8B1" w14:textId="104E14EC" w:rsidR="008C2F88" w:rsidRPr="00C86331" w:rsidRDefault="0035358D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Energy Box</w:t>
          </w:r>
        </w:p>
      </w:tc>
      <w:tc>
        <w:tcPr>
          <w:tcW w:w="5176" w:type="dxa"/>
        </w:tcPr>
        <w:p w14:paraId="53ADCF99" w14:textId="6BD2891B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43FD3">
            <w:rPr>
              <w:rFonts w:ascii="Poppins" w:hAnsi="Poppins" w:cs="Poppins"/>
              <w:noProof/>
              <w:sz w:val="14"/>
              <w:szCs w:val="14"/>
            </w:rPr>
            <w:t>28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D66AD9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5EB0320" wp14:editId="63E3BE1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0BE7" w14:textId="77777777" w:rsidR="004D509D" w:rsidRDefault="004D509D">
      <w:r>
        <w:separator/>
      </w:r>
    </w:p>
  </w:footnote>
  <w:footnote w:type="continuationSeparator" w:id="0">
    <w:p w14:paraId="7257F2E3" w14:textId="77777777" w:rsidR="004D509D" w:rsidRDefault="004D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357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EF5B2FF" wp14:editId="42E0D22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715BD6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80EE8DC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13B2B"/>
    <w:multiLevelType w:val="hybridMultilevel"/>
    <w:tmpl w:val="2E70DF70"/>
    <w:lvl w:ilvl="0" w:tplc="12F21FCC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5701451">
    <w:abstractNumId w:val="16"/>
  </w:num>
  <w:num w:numId="2" w16cid:durableId="1906332570">
    <w:abstractNumId w:val="15"/>
  </w:num>
  <w:num w:numId="3" w16cid:durableId="408699975">
    <w:abstractNumId w:val="6"/>
  </w:num>
  <w:num w:numId="4" w16cid:durableId="153616399">
    <w:abstractNumId w:val="3"/>
  </w:num>
  <w:num w:numId="5" w16cid:durableId="2084792029">
    <w:abstractNumId w:val="13"/>
  </w:num>
  <w:num w:numId="6" w16cid:durableId="1168133059">
    <w:abstractNumId w:val="11"/>
  </w:num>
  <w:num w:numId="7" w16cid:durableId="1786077755">
    <w:abstractNumId w:val="8"/>
  </w:num>
  <w:num w:numId="8" w16cid:durableId="1593124313">
    <w:abstractNumId w:val="11"/>
  </w:num>
  <w:num w:numId="9" w16cid:durableId="1169566219">
    <w:abstractNumId w:val="0"/>
  </w:num>
  <w:num w:numId="10" w16cid:durableId="643697861">
    <w:abstractNumId w:val="11"/>
  </w:num>
  <w:num w:numId="11" w16cid:durableId="1264339074">
    <w:abstractNumId w:val="19"/>
  </w:num>
  <w:num w:numId="12" w16cid:durableId="1498376030">
    <w:abstractNumId w:val="22"/>
  </w:num>
  <w:num w:numId="13" w16cid:durableId="1289164696">
    <w:abstractNumId w:val="18"/>
  </w:num>
  <w:num w:numId="14" w16cid:durableId="811869144">
    <w:abstractNumId w:val="9"/>
  </w:num>
  <w:num w:numId="15" w16cid:durableId="1711107546">
    <w:abstractNumId w:val="20"/>
  </w:num>
  <w:num w:numId="16" w16cid:durableId="1841970330">
    <w:abstractNumId w:val="25"/>
  </w:num>
  <w:num w:numId="17" w16cid:durableId="1066103927">
    <w:abstractNumId w:val="27"/>
  </w:num>
  <w:num w:numId="18" w16cid:durableId="146560334">
    <w:abstractNumId w:val="21"/>
  </w:num>
  <w:num w:numId="19" w16cid:durableId="832181272">
    <w:abstractNumId w:val="1"/>
  </w:num>
  <w:num w:numId="20" w16cid:durableId="1681543874">
    <w:abstractNumId w:val="2"/>
  </w:num>
  <w:num w:numId="21" w16cid:durableId="9845000">
    <w:abstractNumId w:val="14"/>
  </w:num>
  <w:num w:numId="22" w16cid:durableId="1788307749">
    <w:abstractNumId w:val="5"/>
  </w:num>
  <w:num w:numId="23" w16cid:durableId="2051178161">
    <w:abstractNumId w:val="17"/>
  </w:num>
  <w:num w:numId="24" w16cid:durableId="938950414">
    <w:abstractNumId w:val="26"/>
  </w:num>
  <w:num w:numId="25" w16cid:durableId="1654748168">
    <w:abstractNumId w:val="7"/>
  </w:num>
  <w:num w:numId="26" w16cid:durableId="1423717533">
    <w:abstractNumId w:val="10"/>
  </w:num>
  <w:num w:numId="27" w16cid:durableId="1466504010">
    <w:abstractNumId w:val="23"/>
  </w:num>
  <w:num w:numId="28" w16cid:durableId="1471241682">
    <w:abstractNumId w:val="12"/>
  </w:num>
  <w:num w:numId="29" w16cid:durableId="1018503152">
    <w:abstractNumId w:val="4"/>
  </w:num>
  <w:num w:numId="30" w16cid:durableId="5916688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15F4"/>
    <w:rsid w:val="0006784D"/>
    <w:rsid w:val="000777C2"/>
    <w:rsid w:val="0009136B"/>
    <w:rsid w:val="000A41FB"/>
    <w:rsid w:val="000B6932"/>
    <w:rsid w:val="000C52FA"/>
    <w:rsid w:val="000F7A52"/>
    <w:rsid w:val="00103A0D"/>
    <w:rsid w:val="00117A0E"/>
    <w:rsid w:val="00143FD3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11D1C"/>
    <w:rsid w:val="0023000E"/>
    <w:rsid w:val="002346C2"/>
    <w:rsid w:val="00264BCF"/>
    <w:rsid w:val="0028448D"/>
    <w:rsid w:val="002862D2"/>
    <w:rsid w:val="00292146"/>
    <w:rsid w:val="002B5D63"/>
    <w:rsid w:val="002D0951"/>
    <w:rsid w:val="002F7EEA"/>
    <w:rsid w:val="00304518"/>
    <w:rsid w:val="003333BC"/>
    <w:rsid w:val="00344430"/>
    <w:rsid w:val="00350CA2"/>
    <w:rsid w:val="003524C7"/>
    <w:rsid w:val="0035358D"/>
    <w:rsid w:val="00357812"/>
    <w:rsid w:val="00365710"/>
    <w:rsid w:val="00372ECE"/>
    <w:rsid w:val="003A474A"/>
    <w:rsid w:val="003B0FFE"/>
    <w:rsid w:val="003C78DE"/>
    <w:rsid w:val="003D4BE3"/>
    <w:rsid w:val="004272FC"/>
    <w:rsid w:val="00433C12"/>
    <w:rsid w:val="0044592F"/>
    <w:rsid w:val="00447EFC"/>
    <w:rsid w:val="00460555"/>
    <w:rsid w:val="004659F5"/>
    <w:rsid w:val="004706FD"/>
    <w:rsid w:val="00474537"/>
    <w:rsid w:val="0048382E"/>
    <w:rsid w:val="004D509D"/>
    <w:rsid w:val="004F1A26"/>
    <w:rsid w:val="005235FA"/>
    <w:rsid w:val="00525BAE"/>
    <w:rsid w:val="00530F9B"/>
    <w:rsid w:val="005315F1"/>
    <w:rsid w:val="00536743"/>
    <w:rsid w:val="0054295B"/>
    <w:rsid w:val="00562E55"/>
    <w:rsid w:val="00584387"/>
    <w:rsid w:val="00584984"/>
    <w:rsid w:val="005C61B9"/>
    <w:rsid w:val="005E1169"/>
    <w:rsid w:val="006015C2"/>
    <w:rsid w:val="006017FF"/>
    <w:rsid w:val="006040F5"/>
    <w:rsid w:val="00610639"/>
    <w:rsid w:val="00620C00"/>
    <w:rsid w:val="00665813"/>
    <w:rsid w:val="0066673F"/>
    <w:rsid w:val="00692332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2804"/>
    <w:rsid w:val="00782096"/>
    <w:rsid w:val="007B5BA3"/>
    <w:rsid w:val="007D5EC7"/>
    <w:rsid w:val="007E1E4F"/>
    <w:rsid w:val="007E1EAB"/>
    <w:rsid w:val="007E6E02"/>
    <w:rsid w:val="007E7665"/>
    <w:rsid w:val="007F4841"/>
    <w:rsid w:val="008014DD"/>
    <w:rsid w:val="0080323F"/>
    <w:rsid w:val="00807153"/>
    <w:rsid w:val="00830828"/>
    <w:rsid w:val="00844BBC"/>
    <w:rsid w:val="00850D46"/>
    <w:rsid w:val="008574C8"/>
    <w:rsid w:val="00867692"/>
    <w:rsid w:val="008804CB"/>
    <w:rsid w:val="00887902"/>
    <w:rsid w:val="008A2C0A"/>
    <w:rsid w:val="008B5587"/>
    <w:rsid w:val="008C2F88"/>
    <w:rsid w:val="008C7DB8"/>
    <w:rsid w:val="008E5212"/>
    <w:rsid w:val="00904071"/>
    <w:rsid w:val="009059BB"/>
    <w:rsid w:val="00923354"/>
    <w:rsid w:val="00931A8A"/>
    <w:rsid w:val="00936F47"/>
    <w:rsid w:val="0094047C"/>
    <w:rsid w:val="00942B09"/>
    <w:rsid w:val="00971C1D"/>
    <w:rsid w:val="009833DC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63917"/>
    <w:rsid w:val="00A743FF"/>
    <w:rsid w:val="00A82E78"/>
    <w:rsid w:val="00AC0741"/>
    <w:rsid w:val="00AD05EC"/>
    <w:rsid w:val="00AD1706"/>
    <w:rsid w:val="00AF350C"/>
    <w:rsid w:val="00B406A9"/>
    <w:rsid w:val="00B7475F"/>
    <w:rsid w:val="00B93CD1"/>
    <w:rsid w:val="00BB0104"/>
    <w:rsid w:val="00BB2A5B"/>
    <w:rsid w:val="00BC1085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7445A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2B67"/>
    <w:rsid w:val="00D26FD9"/>
    <w:rsid w:val="00D36529"/>
    <w:rsid w:val="00D440AE"/>
    <w:rsid w:val="00D44371"/>
    <w:rsid w:val="00D62BDF"/>
    <w:rsid w:val="00D832BB"/>
    <w:rsid w:val="00D902A4"/>
    <w:rsid w:val="00DA3646"/>
    <w:rsid w:val="00DD2E16"/>
    <w:rsid w:val="00DE5C0B"/>
    <w:rsid w:val="00DF110A"/>
    <w:rsid w:val="00E07577"/>
    <w:rsid w:val="00E17A38"/>
    <w:rsid w:val="00E36C49"/>
    <w:rsid w:val="00E42389"/>
    <w:rsid w:val="00E5632D"/>
    <w:rsid w:val="00E71452"/>
    <w:rsid w:val="00E7391C"/>
    <w:rsid w:val="00E94BE3"/>
    <w:rsid w:val="00EA01C8"/>
    <w:rsid w:val="00EA5C76"/>
    <w:rsid w:val="00EB33B9"/>
    <w:rsid w:val="00EC29FF"/>
    <w:rsid w:val="00ED24CF"/>
    <w:rsid w:val="00EE3E15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9D7AE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CCEC0-070A-4A8C-A16E-AC09D161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28</Pages>
  <Words>6470</Words>
  <Characters>35710</Characters>
  <Application>Microsoft Office Word</Application>
  <DocSecurity>0</DocSecurity>
  <Lines>297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42096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27</cp:revision>
  <cp:lastPrinted>2013-11-14T13:48:00Z</cp:lastPrinted>
  <dcterms:created xsi:type="dcterms:W3CDTF">2023-07-12T09:25:00Z</dcterms:created>
  <dcterms:modified xsi:type="dcterms:W3CDTF">2023-07-19T12:30:00Z</dcterms:modified>
</cp:coreProperties>
</file>